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13" w:rsidRDefault="004D3613" w:rsidP="005D0ED6">
      <w:pPr>
        <w:ind w:right="43"/>
        <w:jc w:val="center"/>
        <w:rPr>
          <w:b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</w:t>
      </w:r>
      <w:r w:rsidRPr="000B3DCF">
        <w:rPr>
          <w:b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5" o:title=""/>
          </v:shape>
        </w:pict>
      </w:r>
      <w:r>
        <w:rPr>
          <w:b/>
          <w:sz w:val="20"/>
          <w:szCs w:val="20"/>
          <w:lang w:val="uk-UA"/>
        </w:rPr>
        <w:t xml:space="preserve">                        </w:t>
      </w:r>
      <w:r>
        <w:rPr>
          <w:b/>
          <w:lang w:val="uk-UA"/>
        </w:rPr>
        <w:t>ПРОЄКТ</w:t>
      </w:r>
    </w:p>
    <w:p w:rsidR="004D3613" w:rsidRDefault="004D3613" w:rsidP="005D0ED6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4D3613" w:rsidRDefault="004D3613" w:rsidP="005D0ED6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4D3613" w:rsidRDefault="004D3613" w:rsidP="005D0ED6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:rsidR="004D3613" w:rsidRDefault="004D3613" w:rsidP="005D0ED6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4D3613" w:rsidRDefault="004D3613" w:rsidP="005D0ED6">
      <w:pPr>
        <w:jc w:val="center"/>
        <w:rPr>
          <w:sz w:val="16"/>
          <w:szCs w:val="16"/>
          <w:lang w:val="uk-UA"/>
        </w:rPr>
      </w:pPr>
    </w:p>
    <w:p w:rsidR="004D3613" w:rsidRDefault="004D3613" w:rsidP="005D0ED6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>Р І Ш Е Н Н я</w:t>
      </w:r>
    </w:p>
    <w:p w:rsidR="004D3613" w:rsidRDefault="004D3613" w:rsidP="005D0ED6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4D3613" w:rsidRDefault="004D3613" w:rsidP="005D0ED6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4D3613" w:rsidRDefault="004D3613" w:rsidP="005D0ED6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w:pict>
          <v:line id="Line 3" o:spid="_x0000_s1026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<v:stroke linestyle="thinThick"/>
          </v:line>
        </w:pict>
      </w:r>
      <w:r>
        <w:rPr>
          <w:sz w:val="28"/>
          <w:lang w:val="uk-UA"/>
        </w:rPr>
        <w:t>(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 сесія восьмого скликання)</w:t>
      </w:r>
    </w:p>
    <w:p w:rsidR="004D3613" w:rsidRDefault="004D3613" w:rsidP="005D0ED6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            2021 року № </w:t>
      </w:r>
    </w:p>
    <w:p w:rsidR="004D3613" w:rsidRDefault="004D3613" w:rsidP="005D0E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від 23.12.2020 №90 </w:t>
      </w:r>
    </w:p>
    <w:p w:rsidR="004D3613" w:rsidRDefault="004D3613" w:rsidP="005D0ED6">
      <w:pPr>
        <w:rPr>
          <w:sz w:val="32"/>
          <w:u w:val="single"/>
          <w:lang w:val="uk-UA"/>
        </w:rPr>
      </w:pP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>Про затвердження Програми</w:t>
      </w:r>
    </w:p>
    <w:p w:rsidR="004D3613" w:rsidRDefault="004D3613" w:rsidP="005D0E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підтримки учасників антитерористичної операції</w:t>
      </w:r>
    </w:p>
    <w:p w:rsidR="004D3613" w:rsidRDefault="004D3613" w:rsidP="005D0E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членів їх сімей –  мешканців</w:t>
      </w:r>
    </w:p>
    <w:p w:rsidR="004D3613" w:rsidRDefault="004D3613" w:rsidP="005D0E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Малинської міської територіальної громади на 2021-2023 роки»</w:t>
      </w:r>
    </w:p>
    <w:p w:rsidR="004D3613" w:rsidRDefault="004D3613" w:rsidP="005D0ED6">
      <w:pPr>
        <w:tabs>
          <w:tab w:val="num" w:pos="-142"/>
        </w:tabs>
        <w:ind w:firstLine="720"/>
        <w:jc w:val="both"/>
        <w:rPr>
          <w:lang w:val="uk-UA"/>
        </w:rPr>
      </w:pPr>
    </w:p>
    <w:p w:rsidR="004D3613" w:rsidRDefault="004D3613" w:rsidP="005D0ED6">
      <w:pPr>
        <w:tabs>
          <w:tab w:val="num" w:pos="-142"/>
        </w:tabs>
        <w:ind w:firstLine="720"/>
        <w:jc w:val="both"/>
        <w:rPr>
          <w:sz w:val="28"/>
          <w:szCs w:val="28"/>
          <w:lang w:val="uk-UA"/>
        </w:rPr>
      </w:pPr>
    </w:p>
    <w:p w:rsidR="004D3613" w:rsidRDefault="004D3613" w:rsidP="005D0ED6">
      <w:pPr>
        <w:tabs>
          <w:tab w:val="num" w:pos="-14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статтями 25, 26 Закону України «Про місцеве самоврядування в Україні», з метою посилення соціального захисту учасників антитерористичної операції та членів їх сімей – мешканців  Малинської міської  територіальної громади, міська рада</w:t>
      </w:r>
    </w:p>
    <w:p w:rsidR="004D3613" w:rsidRDefault="004D3613" w:rsidP="005D0ED6">
      <w:pPr>
        <w:tabs>
          <w:tab w:val="num" w:pos="-142"/>
        </w:tabs>
        <w:ind w:right="-1"/>
        <w:jc w:val="both"/>
        <w:rPr>
          <w:sz w:val="28"/>
          <w:szCs w:val="28"/>
          <w:lang w:val="uk-UA"/>
        </w:rPr>
      </w:pPr>
    </w:p>
    <w:p w:rsidR="004D3613" w:rsidRDefault="004D3613" w:rsidP="005D0ED6">
      <w:pPr>
        <w:tabs>
          <w:tab w:val="num" w:pos="-14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4D3613" w:rsidRDefault="004D3613" w:rsidP="005D0ED6">
      <w:pPr>
        <w:tabs>
          <w:tab w:val="num" w:pos="-142"/>
        </w:tabs>
        <w:ind w:right="-1" w:firstLine="284"/>
        <w:jc w:val="both"/>
        <w:rPr>
          <w:sz w:val="28"/>
          <w:szCs w:val="28"/>
          <w:lang w:val="uk-UA"/>
        </w:rPr>
      </w:pPr>
    </w:p>
    <w:p w:rsidR="004D3613" w:rsidRDefault="004D3613" w:rsidP="005D0ED6">
      <w:pPr>
        <w:numPr>
          <w:ilvl w:val="0"/>
          <w:numId w:val="1"/>
        </w:numPr>
        <w:tabs>
          <w:tab w:val="left" w:pos="13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рішення від 23.12.2020 №90 «Про затвердження Програми підтримки учасників антитерористичної операції та членів їх сімей – мешканців Малинської міської територіальної громади на 2021-2023 роки» та викласти Додаток 2 до Програми підтримки учасників антитерористичної операції та членів їх сімей – мешканців Малинської міської територіальної громади на 2021-2023 роки в новій редакції (додається).</w:t>
      </w:r>
    </w:p>
    <w:p w:rsidR="004D3613" w:rsidRDefault="004D3613" w:rsidP="005D0ED6">
      <w:pPr>
        <w:numPr>
          <w:ilvl w:val="0"/>
          <w:numId w:val="1"/>
        </w:numPr>
        <w:tabs>
          <w:tab w:val="left" w:pos="12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 за  виконанням  даного  рішення  покласти  на  постійну комісію з гуманітарних питань. </w:t>
      </w:r>
    </w:p>
    <w:p w:rsidR="004D3613" w:rsidRDefault="004D3613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4D3613" w:rsidRDefault="004D3613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4D3613" w:rsidRDefault="004D3613" w:rsidP="005D0ED6">
      <w:pPr>
        <w:tabs>
          <w:tab w:val="left" w:pos="12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Міський голова                                                                      Олександр СИТАЙЛО</w:t>
      </w:r>
    </w:p>
    <w:p w:rsidR="004D3613" w:rsidRDefault="004D3613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4D3613" w:rsidRDefault="004D3613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4D3613" w:rsidRDefault="004D3613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4D3613" w:rsidRDefault="004D3613" w:rsidP="005D0ED6">
      <w:pPr>
        <w:tabs>
          <w:tab w:val="left" w:pos="1209"/>
        </w:tabs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:rsidR="004D3613" w:rsidRDefault="004D3613" w:rsidP="005D0ED6">
      <w:pPr>
        <w:tabs>
          <w:tab w:val="left" w:pos="1209"/>
        </w:tabs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4D3613" w:rsidRDefault="004D3613" w:rsidP="005D0ED6">
      <w:pPr>
        <w:tabs>
          <w:tab w:val="left" w:pos="1209"/>
        </w:tabs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Сергій НЕДОГАРОК</w:t>
      </w:r>
    </w:p>
    <w:p w:rsidR="004D3613" w:rsidRDefault="004D3613"/>
    <w:sectPr w:rsidR="004D3613" w:rsidSect="009657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0ED6"/>
    <w:rsid w:val="00001170"/>
    <w:rsid w:val="00001EF5"/>
    <w:rsid w:val="00003C47"/>
    <w:rsid w:val="00005DCE"/>
    <w:rsid w:val="000072CE"/>
    <w:rsid w:val="00007619"/>
    <w:rsid w:val="00007A39"/>
    <w:rsid w:val="00007D34"/>
    <w:rsid w:val="00010661"/>
    <w:rsid w:val="00010F22"/>
    <w:rsid w:val="00010FC2"/>
    <w:rsid w:val="000112D0"/>
    <w:rsid w:val="000126F3"/>
    <w:rsid w:val="0001348B"/>
    <w:rsid w:val="000135C4"/>
    <w:rsid w:val="00014577"/>
    <w:rsid w:val="000147BE"/>
    <w:rsid w:val="000160C5"/>
    <w:rsid w:val="000168F7"/>
    <w:rsid w:val="0001712E"/>
    <w:rsid w:val="00017481"/>
    <w:rsid w:val="00020B7F"/>
    <w:rsid w:val="00020D92"/>
    <w:rsid w:val="0002151D"/>
    <w:rsid w:val="00021645"/>
    <w:rsid w:val="00021AEB"/>
    <w:rsid w:val="0002282C"/>
    <w:rsid w:val="0002339F"/>
    <w:rsid w:val="00023F71"/>
    <w:rsid w:val="00024AA7"/>
    <w:rsid w:val="000300A5"/>
    <w:rsid w:val="00030435"/>
    <w:rsid w:val="00031EB4"/>
    <w:rsid w:val="00033A2A"/>
    <w:rsid w:val="00033B7D"/>
    <w:rsid w:val="0003498A"/>
    <w:rsid w:val="00035672"/>
    <w:rsid w:val="00035902"/>
    <w:rsid w:val="000363E3"/>
    <w:rsid w:val="00040593"/>
    <w:rsid w:val="00041839"/>
    <w:rsid w:val="0004251D"/>
    <w:rsid w:val="00043127"/>
    <w:rsid w:val="0004342C"/>
    <w:rsid w:val="00043714"/>
    <w:rsid w:val="00046129"/>
    <w:rsid w:val="00047A5B"/>
    <w:rsid w:val="000508A3"/>
    <w:rsid w:val="0005177A"/>
    <w:rsid w:val="0005420B"/>
    <w:rsid w:val="00055395"/>
    <w:rsid w:val="00055EE0"/>
    <w:rsid w:val="0005628B"/>
    <w:rsid w:val="000569F4"/>
    <w:rsid w:val="000575F3"/>
    <w:rsid w:val="00060223"/>
    <w:rsid w:val="00060FB5"/>
    <w:rsid w:val="0006290D"/>
    <w:rsid w:val="00062EE2"/>
    <w:rsid w:val="0006595F"/>
    <w:rsid w:val="00067374"/>
    <w:rsid w:val="00067844"/>
    <w:rsid w:val="00067D07"/>
    <w:rsid w:val="00070586"/>
    <w:rsid w:val="0007191A"/>
    <w:rsid w:val="00071D08"/>
    <w:rsid w:val="00073674"/>
    <w:rsid w:val="00074F4C"/>
    <w:rsid w:val="000750F6"/>
    <w:rsid w:val="00076535"/>
    <w:rsid w:val="00076829"/>
    <w:rsid w:val="00077787"/>
    <w:rsid w:val="00080B6D"/>
    <w:rsid w:val="000815FE"/>
    <w:rsid w:val="00081690"/>
    <w:rsid w:val="000835F3"/>
    <w:rsid w:val="0008455C"/>
    <w:rsid w:val="0008576B"/>
    <w:rsid w:val="000857BC"/>
    <w:rsid w:val="000859B5"/>
    <w:rsid w:val="000870BF"/>
    <w:rsid w:val="0008799B"/>
    <w:rsid w:val="00090500"/>
    <w:rsid w:val="00091953"/>
    <w:rsid w:val="00092C32"/>
    <w:rsid w:val="000934AA"/>
    <w:rsid w:val="0009378D"/>
    <w:rsid w:val="000943B7"/>
    <w:rsid w:val="00094775"/>
    <w:rsid w:val="00094F40"/>
    <w:rsid w:val="00096D2D"/>
    <w:rsid w:val="0009780D"/>
    <w:rsid w:val="000A0EBC"/>
    <w:rsid w:val="000A13F9"/>
    <w:rsid w:val="000A3FB9"/>
    <w:rsid w:val="000A541D"/>
    <w:rsid w:val="000A6A2A"/>
    <w:rsid w:val="000A6EB0"/>
    <w:rsid w:val="000A6ECE"/>
    <w:rsid w:val="000A75D9"/>
    <w:rsid w:val="000B0ADE"/>
    <w:rsid w:val="000B1500"/>
    <w:rsid w:val="000B1B75"/>
    <w:rsid w:val="000B2E73"/>
    <w:rsid w:val="000B38DB"/>
    <w:rsid w:val="000B3DCF"/>
    <w:rsid w:val="000B458B"/>
    <w:rsid w:val="000B4C69"/>
    <w:rsid w:val="000B549A"/>
    <w:rsid w:val="000B61BF"/>
    <w:rsid w:val="000B71F1"/>
    <w:rsid w:val="000C05A1"/>
    <w:rsid w:val="000C07AE"/>
    <w:rsid w:val="000C15EE"/>
    <w:rsid w:val="000C2354"/>
    <w:rsid w:val="000C2FEF"/>
    <w:rsid w:val="000C34CA"/>
    <w:rsid w:val="000C3977"/>
    <w:rsid w:val="000C5EA6"/>
    <w:rsid w:val="000C6914"/>
    <w:rsid w:val="000C6C90"/>
    <w:rsid w:val="000C7890"/>
    <w:rsid w:val="000D00E4"/>
    <w:rsid w:val="000D3B44"/>
    <w:rsid w:val="000D4F0A"/>
    <w:rsid w:val="000D52BA"/>
    <w:rsid w:val="000D637D"/>
    <w:rsid w:val="000D6447"/>
    <w:rsid w:val="000E0125"/>
    <w:rsid w:val="000E2580"/>
    <w:rsid w:val="000E26CC"/>
    <w:rsid w:val="000E29B1"/>
    <w:rsid w:val="000E35FB"/>
    <w:rsid w:val="000E5317"/>
    <w:rsid w:val="000E5661"/>
    <w:rsid w:val="000E5BBA"/>
    <w:rsid w:val="000E7BFD"/>
    <w:rsid w:val="000F06DB"/>
    <w:rsid w:val="000F08D5"/>
    <w:rsid w:val="000F1F5A"/>
    <w:rsid w:val="000F29D2"/>
    <w:rsid w:val="000F36BA"/>
    <w:rsid w:val="000F519C"/>
    <w:rsid w:val="000F54B1"/>
    <w:rsid w:val="00100012"/>
    <w:rsid w:val="0010041B"/>
    <w:rsid w:val="001014F1"/>
    <w:rsid w:val="00106D45"/>
    <w:rsid w:val="00107358"/>
    <w:rsid w:val="00107784"/>
    <w:rsid w:val="00113DF9"/>
    <w:rsid w:val="00113FD4"/>
    <w:rsid w:val="00114459"/>
    <w:rsid w:val="001145A7"/>
    <w:rsid w:val="00114F73"/>
    <w:rsid w:val="001159D8"/>
    <w:rsid w:val="001165BC"/>
    <w:rsid w:val="00116892"/>
    <w:rsid w:val="00116F98"/>
    <w:rsid w:val="00120611"/>
    <w:rsid w:val="00122418"/>
    <w:rsid w:val="00122969"/>
    <w:rsid w:val="001229FF"/>
    <w:rsid w:val="001249DA"/>
    <w:rsid w:val="00124E2A"/>
    <w:rsid w:val="001303FF"/>
    <w:rsid w:val="00132CFB"/>
    <w:rsid w:val="00133108"/>
    <w:rsid w:val="00133AB8"/>
    <w:rsid w:val="00133EB2"/>
    <w:rsid w:val="001342DE"/>
    <w:rsid w:val="00134E48"/>
    <w:rsid w:val="0013516D"/>
    <w:rsid w:val="00135337"/>
    <w:rsid w:val="00136495"/>
    <w:rsid w:val="00137E7E"/>
    <w:rsid w:val="00141BF1"/>
    <w:rsid w:val="00142D35"/>
    <w:rsid w:val="001431AE"/>
    <w:rsid w:val="001435CE"/>
    <w:rsid w:val="001443DD"/>
    <w:rsid w:val="00145203"/>
    <w:rsid w:val="001461CF"/>
    <w:rsid w:val="0014680E"/>
    <w:rsid w:val="001520CF"/>
    <w:rsid w:val="001527C5"/>
    <w:rsid w:val="00153461"/>
    <w:rsid w:val="00156155"/>
    <w:rsid w:val="001576A5"/>
    <w:rsid w:val="00157870"/>
    <w:rsid w:val="00157EA8"/>
    <w:rsid w:val="00160911"/>
    <w:rsid w:val="00161A6F"/>
    <w:rsid w:val="00161E54"/>
    <w:rsid w:val="0016347B"/>
    <w:rsid w:val="00163B76"/>
    <w:rsid w:val="00164FB9"/>
    <w:rsid w:val="00165F56"/>
    <w:rsid w:val="00167B03"/>
    <w:rsid w:val="00170437"/>
    <w:rsid w:val="001717FD"/>
    <w:rsid w:val="001718B2"/>
    <w:rsid w:val="00171B92"/>
    <w:rsid w:val="00171D7C"/>
    <w:rsid w:val="0017248B"/>
    <w:rsid w:val="00172D51"/>
    <w:rsid w:val="00173D33"/>
    <w:rsid w:val="00175B0F"/>
    <w:rsid w:val="00183DEA"/>
    <w:rsid w:val="00184979"/>
    <w:rsid w:val="001854A0"/>
    <w:rsid w:val="00185859"/>
    <w:rsid w:val="00185983"/>
    <w:rsid w:val="00185B99"/>
    <w:rsid w:val="001872E6"/>
    <w:rsid w:val="00187387"/>
    <w:rsid w:val="001908A0"/>
    <w:rsid w:val="001916DC"/>
    <w:rsid w:val="0019256C"/>
    <w:rsid w:val="00192F00"/>
    <w:rsid w:val="00194265"/>
    <w:rsid w:val="0019602A"/>
    <w:rsid w:val="00196C44"/>
    <w:rsid w:val="001970A0"/>
    <w:rsid w:val="0019738C"/>
    <w:rsid w:val="001A173A"/>
    <w:rsid w:val="001A2470"/>
    <w:rsid w:val="001A472D"/>
    <w:rsid w:val="001A56D7"/>
    <w:rsid w:val="001A695C"/>
    <w:rsid w:val="001A6A92"/>
    <w:rsid w:val="001A791B"/>
    <w:rsid w:val="001B08D6"/>
    <w:rsid w:val="001B09E8"/>
    <w:rsid w:val="001B0F86"/>
    <w:rsid w:val="001B20D4"/>
    <w:rsid w:val="001B296B"/>
    <w:rsid w:val="001B2C8D"/>
    <w:rsid w:val="001B3329"/>
    <w:rsid w:val="001B337F"/>
    <w:rsid w:val="001B50B8"/>
    <w:rsid w:val="001C01B2"/>
    <w:rsid w:val="001C0950"/>
    <w:rsid w:val="001C10B6"/>
    <w:rsid w:val="001C1EB6"/>
    <w:rsid w:val="001C364B"/>
    <w:rsid w:val="001C3953"/>
    <w:rsid w:val="001C5925"/>
    <w:rsid w:val="001C65FC"/>
    <w:rsid w:val="001C6DF8"/>
    <w:rsid w:val="001C77DE"/>
    <w:rsid w:val="001C7D37"/>
    <w:rsid w:val="001D0B18"/>
    <w:rsid w:val="001D2094"/>
    <w:rsid w:val="001D2DCC"/>
    <w:rsid w:val="001D3DCC"/>
    <w:rsid w:val="001D4425"/>
    <w:rsid w:val="001D4CA0"/>
    <w:rsid w:val="001D5E67"/>
    <w:rsid w:val="001D5F0F"/>
    <w:rsid w:val="001D7290"/>
    <w:rsid w:val="001D7AE8"/>
    <w:rsid w:val="001E007D"/>
    <w:rsid w:val="001E37CA"/>
    <w:rsid w:val="001E3ACD"/>
    <w:rsid w:val="001E3E59"/>
    <w:rsid w:val="001E6126"/>
    <w:rsid w:val="001E65B9"/>
    <w:rsid w:val="001E6E64"/>
    <w:rsid w:val="001E7B1D"/>
    <w:rsid w:val="001F09CF"/>
    <w:rsid w:val="001F0EFE"/>
    <w:rsid w:val="001F25FE"/>
    <w:rsid w:val="001F344C"/>
    <w:rsid w:val="001F3C9B"/>
    <w:rsid w:val="001F40C7"/>
    <w:rsid w:val="001F63FE"/>
    <w:rsid w:val="001F6A08"/>
    <w:rsid w:val="00200A50"/>
    <w:rsid w:val="002018C9"/>
    <w:rsid w:val="00201DB7"/>
    <w:rsid w:val="0020222C"/>
    <w:rsid w:val="00202B56"/>
    <w:rsid w:val="00203A5D"/>
    <w:rsid w:val="0020567F"/>
    <w:rsid w:val="00205B3B"/>
    <w:rsid w:val="00206D51"/>
    <w:rsid w:val="002100B5"/>
    <w:rsid w:val="0021207E"/>
    <w:rsid w:val="00213767"/>
    <w:rsid w:val="002139D4"/>
    <w:rsid w:val="00213D15"/>
    <w:rsid w:val="00213FC5"/>
    <w:rsid w:val="00213FEA"/>
    <w:rsid w:val="00216D2C"/>
    <w:rsid w:val="0021779C"/>
    <w:rsid w:val="00221C20"/>
    <w:rsid w:val="00223AA3"/>
    <w:rsid w:val="00223B94"/>
    <w:rsid w:val="002334B2"/>
    <w:rsid w:val="0023372F"/>
    <w:rsid w:val="00236868"/>
    <w:rsid w:val="002368E2"/>
    <w:rsid w:val="00236B5A"/>
    <w:rsid w:val="002406DC"/>
    <w:rsid w:val="00241B58"/>
    <w:rsid w:val="00242459"/>
    <w:rsid w:val="00244204"/>
    <w:rsid w:val="00244806"/>
    <w:rsid w:val="00245B7E"/>
    <w:rsid w:val="002467BB"/>
    <w:rsid w:val="002471D4"/>
    <w:rsid w:val="0025112A"/>
    <w:rsid w:val="00251C80"/>
    <w:rsid w:val="00252624"/>
    <w:rsid w:val="00253327"/>
    <w:rsid w:val="00253892"/>
    <w:rsid w:val="00254C26"/>
    <w:rsid w:val="00255B08"/>
    <w:rsid w:val="0025617B"/>
    <w:rsid w:val="00257227"/>
    <w:rsid w:val="00257F84"/>
    <w:rsid w:val="002608EE"/>
    <w:rsid w:val="00260D87"/>
    <w:rsid w:val="002612E1"/>
    <w:rsid w:val="00261C66"/>
    <w:rsid w:val="00262066"/>
    <w:rsid w:val="00262CBD"/>
    <w:rsid w:val="0026518C"/>
    <w:rsid w:val="0026575F"/>
    <w:rsid w:val="00265C52"/>
    <w:rsid w:val="00267C52"/>
    <w:rsid w:val="0027115B"/>
    <w:rsid w:val="0027177C"/>
    <w:rsid w:val="002731DD"/>
    <w:rsid w:val="00274162"/>
    <w:rsid w:val="0027477B"/>
    <w:rsid w:val="002751AC"/>
    <w:rsid w:val="0027567A"/>
    <w:rsid w:val="00277A66"/>
    <w:rsid w:val="00277E5E"/>
    <w:rsid w:val="00280779"/>
    <w:rsid w:val="00283938"/>
    <w:rsid w:val="00283A90"/>
    <w:rsid w:val="00286301"/>
    <w:rsid w:val="00290FA3"/>
    <w:rsid w:val="002914E1"/>
    <w:rsid w:val="00291A8F"/>
    <w:rsid w:val="002929D8"/>
    <w:rsid w:val="00292CAF"/>
    <w:rsid w:val="00292EA3"/>
    <w:rsid w:val="00293946"/>
    <w:rsid w:val="00293CAD"/>
    <w:rsid w:val="0029430C"/>
    <w:rsid w:val="002969B5"/>
    <w:rsid w:val="002A1139"/>
    <w:rsid w:val="002A1852"/>
    <w:rsid w:val="002A2360"/>
    <w:rsid w:val="002A2FBB"/>
    <w:rsid w:val="002A3E96"/>
    <w:rsid w:val="002A6CA3"/>
    <w:rsid w:val="002A6CC0"/>
    <w:rsid w:val="002B03AF"/>
    <w:rsid w:val="002B2751"/>
    <w:rsid w:val="002B3979"/>
    <w:rsid w:val="002B5CB8"/>
    <w:rsid w:val="002B68F9"/>
    <w:rsid w:val="002B6900"/>
    <w:rsid w:val="002C1CA1"/>
    <w:rsid w:val="002C575E"/>
    <w:rsid w:val="002C683D"/>
    <w:rsid w:val="002D18B3"/>
    <w:rsid w:val="002D2D2F"/>
    <w:rsid w:val="002D379F"/>
    <w:rsid w:val="002D3E18"/>
    <w:rsid w:val="002D400D"/>
    <w:rsid w:val="002D49A1"/>
    <w:rsid w:val="002D4F88"/>
    <w:rsid w:val="002D594D"/>
    <w:rsid w:val="002D63FB"/>
    <w:rsid w:val="002D777D"/>
    <w:rsid w:val="002D78E4"/>
    <w:rsid w:val="002E4947"/>
    <w:rsid w:val="002E540D"/>
    <w:rsid w:val="002E758A"/>
    <w:rsid w:val="002E7846"/>
    <w:rsid w:val="002F0F18"/>
    <w:rsid w:val="002F1BD5"/>
    <w:rsid w:val="002F257D"/>
    <w:rsid w:val="002F2727"/>
    <w:rsid w:val="002F4827"/>
    <w:rsid w:val="002F59CE"/>
    <w:rsid w:val="002F5A6B"/>
    <w:rsid w:val="002F62D6"/>
    <w:rsid w:val="002F73B1"/>
    <w:rsid w:val="003002F1"/>
    <w:rsid w:val="003009BC"/>
    <w:rsid w:val="00300AEA"/>
    <w:rsid w:val="00300EBC"/>
    <w:rsid w:val="00302955"/>
    <w:rsid w:val="003032E5"/>
    <w:rsid w:val="00303E4A"/>
    <w:rsid w:val="003048BC"/>
    <w:rsid w:val="00305090"/>
    <w:rsid w:val="00305844"/>
    <w:rsid w:val="00306CE8"/>
    <w:rsid w:val="00307BC5"/>
    <w:rsid w:val="00310339"/>
    <w:rsid w:val="00310F1F"/>
    <w:rsid w:val="00312E99"/>
    <w:rsid w:val="00313855"/>
    <w:rsid w:val="0031420D"/>
    <w:rsid w:val="003157B3"/>
    <w:rsid w:val="003159FA"/>
    <w:rsid w:val="00316100"/>
    <w:rsid w:val="0031643D"/>
    <w:rsid w:val="00320BD8"/>
    <w:rsid w:val="00325639"/>
    <w:rsid w:val="00327024"/>
    <w:rsid w:val="003274E8"/>
    <w:rsid w:val="003277CE"/>
    <w:rsid w:val="00330522"/>
    <w:rsid w:val="00330C9D"/>
    <w:rsid w:val="00332008"/>
    <w:rsid w:val="00335061"/>
    <w:rsid w:val="00335205"/>
    <w:rsid w:val="00335531"/>
    <w:rsid w:val="00335E66"/>
    <w:rsid w:val="003372F0"/>
    <w:rsid w:val="003376E9"/>
    <w:rsid w:val="003377A3"/>
    <w:rsid w:val="0034078F"/>
    <w:rsid w:val="003415C4"/>
    <w:rsid w:val="0034176D"/>
    <w:rsid w:val="00341836"/>
    <w:rsid w:val="0034213E"/>
    <w:rsid w:val="00344153"/>
    <w:rsid w:val="003476A6"/>
    <w:rsid w:val="003502F9"/>
    <w:rsid w:val="00350571"/>
    <w:rsid w:val="003523AE"/>
    <w:rsid w:val="003523B7"/>
    <w:rsid w:val="003524B4"/>
    <w:rsid w:val="003555C2"/>
    <w:rsid w:val="00355DCD"/>
    <w:rsid w:val="003566FF"/>
    <w:rsid w:val="003603B2"/>
    <w:rsid w:val="00361E5D"/>
    <w:rsid w:val="00363219"/>
    <w:rsid w:val="003632A8"/>
    <w:rsid w:val="003635F7"/>
    <w:rsid w:val="0036366E"/>
    <w:rsid w:val="003661DE"/>
    <w:rsid w:val="00366766"/>
    <w:rsid w:val="0036678C"/>
    <w:rsid w:val="00367614"/>
    <w:rsid w:val="00367661"/>
    <w:rsid w:val="00370DBF"/>
    <w:rsid w:val="00370F4C"/>
    <w:rsid w:val="003729A1"/>
    <w:rsid w:val="00373380"/>
    <w:rsid w:val="00374164"/>
    <w:rsid w:val="003752A2"/>
    <w:rsid w:val="00375F3C"/>
    <w:rsid w:val="00377445"/>
    <w:rsid w:val="00380B1A"/>
    <w:rsid w:val="00380DB2"/>
    <w:rsid w:val="003810E4"/>
    <w:rsid w:val="003818BC"/>
    <w:rsid w:val="00383093"/>
    <w:rsid w:val="00385448"/>
    <w:rsid w:val="0038700B"/>
    <w:rsid w:val="0038719D"/>
    <w:rsid w:val="00387702"/>
    <w:rsid w:val="0039084E"/>
    <w:rsid w:val="0039288B"/>
    <w:rsid w:val="00392989"/>
    <w:rsid w:val="00395C19"/>
    <w:rsid w:val="003971EB"/>
    <w:rsid w:val="003A0DA3"/>
    <w:rsid w:val="003A18F8"/>
    <w:rsid w:val="003A2426"/>
    <w:rsid w:val="003A2E4D"/>
    <w:rsid w:val="003A38BC"/>
    <w:rsid w:val="003A3D81"/>
    <w:rsid w:val="003A3DC9"/>
    <w:rsid w:val="003A5005"/>
    <w:rsid w:val="003A5977"/>
    <w:rsid w:val="003A6A82"/>
    <w:rsid w:val="003A73B8"/>
    <w:rsid w:val="003B0259"/>
    <w:rsid w:val="003B0269"/>
    <w:rsid w:val="003B0E90"/>
    <w:rsid w:val="003B0ED4"/>
    <w:rsid w:val="003B17B2"/>
    <w:rsid w:val="003B17C6"/>
    <w:rsid w:val="003B23CC"/>
    <w:rsid w:val="003B2A87"/>
    <w:rsid w:val="003B453D"/>
    <w:rsid w:val="003B45BA"/>
    <w:rsid w:val="003B64AF"/>
    <w:rsid w:val="003B6D0F"/>
    <w:rsid w:val="003B7CBA"/>
    <w:rsid w:val="003C0263"/>
    <w:rsid w:val="003C0AA7"/>
    <w:rsid w:val="003C1878"/>
    <w:rsid w:val="003C2007"/>
    <w:rsid w:val="003C2D7A"/>
    <w:rsid w:val="003C4460"/>
    <w:rsid w:val="003C462C"/>
    <w:rsid w:val="003C5327"/>
    <w:rsid w:val="003C5856"/>
    <w:rsid w:val="003C7E9D"/>
    <w:rsid w:val="003D2A32"/>
    <w:rsid w:val="003D379E"/>
    <w:rsid w:val="003D4ABC"/>
    <w:rsid w:val="003D52C3"/>
    <w:rsid w:val="003D56B9"/>
    <w:rsid w:val="003D7657"/>
    <w:rsid w:val="003E01E8"/>
    <w:rsid w:val="003E02AE"/>
    <w:rsid w:val="003E0C7B"/>
    <w:rsid w:val="003E1B4F"/>
    <w:rsid w:val="003E29F7"/>
    <w:rsid w:val="003E2BFE"/>
    <w:rsid w:val="003E448F"/>
    <w:rsid w:val="003E558F"/>
    <w:rsid w:val="003E58FD"/>
    <w:rsid w:val="003E6197"/>
    <w:rsid w:val="003E734E"/>
    <w:rsid w:val="003E73CB"/>
    <w:rsid w:val="003E7885"/>
    <w:rsid w:val="003F08D2"/>
    <w:rsid w:val="003F0F4A"/>
    <w:rsid w:val="003F27A0"/>
    <w:rsid w:val="003F2CEC"/>
    <w:rsid w:val="003F2CEF"/>
    <w:rsid w:val="003F31CD"/>
    <w:rsid w:val="003F3A4C"/>
    <w:rsid w:val="003F44AD"/>
    <w:rsid w:val="003F44E4"/>
    <w:rsid w:val="003F62AB"/>
    <w:rsid w:val="003F6796"/>
    <w:rsid w:val="003F7407"/>
    <w:rsid w:val="00400C09"/>
    <w:rsid w:val="00402B46"/>
    <w:rsid w:val="00402E03"/>
    <w:rsid w:val="00403AD9"/>
    <w:rsid w:val="00404369"/>
    <w:rsid w:val="00406C80"/>
    <w:rsid w:val="00410C78"/>
    <w:rsid w:val="004159D0"/>
    <w:rsid w:val="00416BCA"/>
    <w:rsid w:val="00417731"/>
    <w:rsid w:val="00420F8F"/>
    <w:rsid w:val="0042177F"/>
    <w:rsid w:val="00421835"/>
    <w:rsid w:val="004221B7"/>
    <w:rsid w:val="00422C0F"/>
    <w:rsid w:val="00422E7A"/>
    <w:rsid w:val="0042371B"/>
    <w:rsid w:val="00423747"/>
    <w:rsid w:val="00424D48"/>
    <w:rsid w:val="0042510D"/>
    <w:rsid w:val="004262AA"/>
    <w:rsid w:val="00426E58"/>
    <w:rsid w:val="00430314"/>
    <w:rsid w:val="0043335F"/>
    <w:rsid w:val="0043423E"/>
    <w:rsid w:val="00434B20"/>
    <w:rsid w:val="00434BA9"/>
    <w:rsid w:val="00434C60"/>
    <w:rsid w:val="00436019"/>
    <w:rsid w:val="00437F3B"/>
    <w:rsid w:val="00441458"/>
    <w:rsid w:val="004419CC"/>
    <w:rsid w:val="004423D2"/>
    <w:rsid w:val="0044330F"/>
    <w:rsid w:val="004457F3"/>
    <w:rsid w:val="00445AA4"/>
    <w:rsid w:val="00445C38"/>
    <w:rsid w:val="0044669B"/>
    <w:rsid w:val="004470CD"/>
    <w:rsid w:val="00447AC3"/>
    <w:rsid w:val="0045109E"/>
    <w:rsid w:val="0045173B"/>
    <w:rsid w:val="00453B56"/>
    <w:rsid w:val="004541AF"/>
    <w:rsid w:val="004549B1"/>
    <w:rsid w:val="00455365"/>
    <w:rsid w:val="004558D5"/>
    <w:rsid w:val="00460E26"/>
    <w:rsid w:val="00461846"/>
    <w:rsid w:val="00462FBB"/>
    <w:rsid w:val="004639D9"/>
    <w:rsid w:val="00464702"/>
    <w:rsid w:val="004657E5"/>
    <w:rsid w:val="0046590D"/>
    <w:rsid w:val="0046672D"/>
    <w:rsid w:val="00467386"/>
    <w:rsid w:val="00471AF6"/>
    <w:rsid w:val="00471D48"/>
    <w:rsid w:val="00474107"/>
    <w:rsid w:val="00475CE9"/>
    <w:rsid w:val="00482BC2"/>
    <w:rsid w:val="00482D4E"/>
    <w:rsid w:val="0048364C"/>
    <w:rsid w:val="00487579"/>
    <w:rsid w:val="004922B6"/>
    <w:rsid w:val="00493E35"/>
    <w:rsid w:val="004940A6"/>
    <w:rsid w:val="00494755"/>
    <w:rsid w:val="0049503A"/>
    <w:rsid w:val="004953CC"/>
    <w:rsid w:val="004955CE"/>
    <w:rsid w:val="00495736"/>
    <w:rsid w:val="0049696C"/>
    <w:rsid w:val="004A005D"/>
    <w:rsid w:val="004A0687"/>
    <w:rsid w:val="004A0846"/>
    <w:rsid w:val="004A127E"/>
    <w:rsid w:val="004A16E8"/>
    <w:rsid w:val="004A284D"/>
    <w:rsid w:val="004A2A7E"/>
    <w:rsid w:val="004A71C9"/>
    <w:rsid w:val="004A7488"/>
    <w:rsid w:val="004B1D74"/>
    <w:rsid w:val="004B2E33"/>
    <w:rsid w:val="004B394D"/>
    <w:rsid w:val="004C0057"/>
    <w:rsid w:val="004C0982"/>
    <w:rsid w:val="004C16C7"/>
    <w:rsid w:val="004C20C9"/>
    <w:rsid w:val="004C4566"/>
    <w:rsid w:val="004C7397"/>
    <w:rsid w:val="004C7492"/>
    <w:rsid w:val="004D0404"/>
    <w:rsid w:val="004D25FE"/>
    <w:rsid w:val="004D269F"/>
    <w:rsid w:val="004D3613"/>
    <w:rsid w:val="004D38FB"/>
    <w:rsid w:val="004D4FB5"/>
    <w:rsid w:val="004D520A"/>
    <w:rsid w:val="004D5D93"/>
    <w:rsid w:val="004D67CD"/>
    <w:rsid w:val="004D7A0C"/>
    <w:rsid w:val="004E0D6C"/>
    <w:rsid w:val="004E4E05"/>
    <w:rsid w:val="004E5C63"/>
    <w:rsid w:val="004F0C17"/>
    <w:rsid w:val="004F1678"/>
    <w:rsid w:val="004F48E8"/>
    <w:rsid w:val="004F50AB"/>
    <w:rsid w:val="004F510A"/>
    <w:rsid w:val="004F62BE"/>
    <w:rsid w:val="004F7496"/>
    <w:rsid w:val="004F7B6A"/>
    <w:rsid w:val="005004D4"/>
    <w:rsid w:val="00500905"/>
    <w:rsid w:val="00500BE8"/>
    <w:rsid w:val="00501371"/>
    <w:rsid w:val="00501BD4"/>
    <w:rsid w:val="00502CD2"/>
    <w:rsid w:val="005033CD"/>
    <w:rsid w:val="0050377C"/>
    <w:rsid w:val="00504A82"/>
    <w:rsid w:val="00506EFC"/>
    <w:rsid w:val="005078DA"/>
    <w:rsid w:val="005103AA"/>
    <w:rsid w:val="00510414"/>
    <w:rsid w:val="00510695"/>
    <w:rsid w:val="00511457"/>
    <w:rsid w:val="00512A07"/>
    <w:rsid w:val="00513082"/>
    <w:rsid w:val="005156FA"/>
    <w:rsid w:val="00517071"/>
    <w:rsid w:val="00517510"/>
    <w:rsid w:val="00517DCF"/>
    <w:rsid w:val="0052094C"/>
    <w:rsid w:val="0052121F"/>
    <w:rsid w:val="00521776"/>
    <w:rsid w:val="00522761"/>
    <w:rsid w:val="00524DBE"/>
    <w:rsid w:val="00532987"/>
    <w:rsid w:val="00534963"/>
    <w:rsid w:val="00535111"/>
    <w:rsid w:val="00536C66"/>
    <w:rsid w:val="00536EE0"/>
    <w:rsid w:val="00537D4A"/>
    <w:rsid w:val="005406C6"/>
    <w:rsid w:val="005410DB"/>
    <w:rsid w:val="005415BA"/>
    <w:rsid w:val="00541A08"/>
    <w:rsid w:val="0054269B"/>
    <w:rsid w:val="00542923"/>
    <w:rsid w:val="0054636D"/>
    <w:rsid w:val="0054685E"/>
    <w:rsid w:val="005502B9"/>
    <w:rsid w:val="00550ADF"/>
    <w:rsid w:val="00550E2C"/>
    <w:rsid w:val="00550E8A"/>
    <w:rsid w:val="0055245B"/>
    <w:rsid w:val="0055334A"/>
    <w:rsid w:val="00554715"/>
    <w:rsid w:val="00556763"/>
    <w:rsid w:val="00557108"/>
    <w:rsid w:val="005608EE"/>
    <w:rsid w:val="005613A8"/>
    <w:rsid w:val="0056158D"/>
    <w:rsid w:val="005631D7"/>
    <w:rsid w:val="00563336"/>
    <w:rsid w:val="00563B5C"/>
    <w:rsid w:val="00564C75"/>
    <w:rsid w:val="00564F0C"/>
    <w:rsid w:val="00565F15"/>
    <w:rsid w:val="00566C51"/>
    <w:rsid w:val="00573569"/>
    <w:rsid w:val="00574B8F"/>
    <w:rsid w:val="005762BB"/>
    <w:rsid w:val="005765A7"/>
    <w:rsid w:val="00577400"/>
    <w:rsid w:val="005801A0"/>
    <w:rsid w:val="00580E9C"/>
    <w:rsid w:val="00581667"/>
    <w:rsid w:val="005819C4"/>
    <w:rsid w:val="00584E54"/>
    <w:rsid w:val="00585E08"/>
    <w:rsid w:val="005861F7"/>
    <w:rsid w:val="00587F5C"/>
    <w:rsid w:val="00590A04"/>
    <w:rsid w:val="00590A62"/>
    <w:rsid w:val="00590C69"/>
    <w:rsid w:val="0059185C"/>
    <w:rsid w:val="00593857"/>
    <w:rsid w:val="0059445B"/>
    <w:rsid w:val="0059463A"/>
    <w:rsid w:val="005947E2"/>
    <w:rsid w:val="00596E0A"/>
    <w:rsid w:val="00597FB8"/>
    <w:rsid w:val="005A06D8"/>
    <w:rsid w:val="005A141E"/>
    <w:rsid w:val="005A1DC2"/>
    <w:rsid w:val="005A5365"/>
    <w:rsid w:val="005A68A7"/>
    <w:rsid w:val="005A6ADB"/>
    <w:rsid w:val="005A6F20"/>
    <w:rsid w:val="005A7479"/>
    <w:rsid w:val="005B259D"/>
    <w:rsid w:val="005B3339"/>
    <w:rsid w:val="005B3E5D"/>
    <w:rsid w:val="005B5052"/>
    <w:rsid w:val="005B564E"/>
    <w:rsid w:val="005B6FCE"/>
    <w:rsid w:val="005B7233"/>
    <w:rsid w:val="005B7CC2"/>
    <w:rsid w:val="005C0530"/>
    <w:rsid w:val="005C147B"/>
    <w:rsid w:val="005C1CD4"/>
    <w:rsid w:val="005C5661"/>
    <w:rsid w:val="005C5A87"/>
    <w:rsid w:val="005C67B9"/>
    <w:rsid w:val="005C6DBF"/>
    <w:rsid w:val="005D0014"/>
    <w:rsid w:val="005D0914"/>
    <w:rsid w:val="005D0B49"/>
    <w:rsid w:val="005D0ED6"/>
    <w:rsid w:val="005D135E"/>
    <w:rsid w:val="005D2CCE"/>
    <w:rsid w:val="005D7E41"/>
    <w:rsid w:val="005E1040"/>
    <w:rsid w:val="005E15B6"/>
    <w:rsid w:val="005E2793"/>
    <w:rsid w:val="005E6005"/>
    <w:rsid w:val="005F02C3"/>
    <w:rsid w:val="005F3564"/>
    <w:rsid w:val="005F3656"/>
    <w:rsid w:val="005F3668"/>
    <w:rsid w:val="005F3BCF"/>
    <w:rsid w:val="005F4EE0"/>
    <w:rsid w:val="005F549B"/>
    <w:rsid w:val="005F59EE"/>
    <w:rsid w:val="005F610B"/>
    <w:rsid w:val="005F6C54"/>
    <w:rsid w:val="005F6DDD"/>
    <w:rsid w:val="00600DE6"/>
    <w:rsid w:val="00601E20"/>
    <w:rsid w:val="00602E11"/>
    <w:rsid w:val="00603131"/>
    <w:rsid w:val="00604A65"/>
    <w:rsid w:val="006056F7"/>
    <w:rsid w:val="00606AA4"/>
    <w:rsid w:val="00607542"/>
    <w:rsid w:val="00607A17"/>
    <w:rsid w:val="0061300A"/>
    <w:rsid w:val="00613B56"/>
    <w:rsid w:val="00613D05"/>
    <w:rsid w:val="00613E60"/>
    <w:rsid w:val="00615AB7"/>
    <w:rsid w:val="00616003"/>
    <w:rsid w:val="006206B9"/>
    <w:rsid w:val="00621081"/>
    <w:rsid w:val="00621E21"/>
    <w:rsid w:val="00622034"/>
    <w:rsid w:val="00623218"/>
    <w:rsid w:val="00624AC6"/>
    <w:rsid w:val="0062542E"/>
    <w:rsid w:val="00626C33"/>
    <w:rsid w:val="006273EB"/>
    <w:rsid w:val="00627A2F"/>
    <w:rsid w:val="00632D9D"/>
    <w:rsid w:val="00633A95"/>
    <w:rsid w:val="00635666"/>
    <w:rsid w:val="006438C2"/>
    <w:rsid w:val="00643EBB"/>
    <w:rsid w:val="00645310"/>
    <w:rsid w:val="006455DC"/>
    <w:rsid w:val="006456DF"/>
    <w:rsid w:val="00645806"/>
    <w:rsid w:val="00647A95"/>
    <w:rsid w:val="00647CAE"/>
    <w:rsid w:val="00647E72"/>
    <w:rsid w:val="00650870"/>
    <w:rsid w:val="006526D1"/>
    <w:rsid w:val="006537F2"/>
    <w:rsid w:val="00654FC1"/>
    <w:rsid w:val="00655976"/>
    <w:rsid w:val="00656EA6"/>
    <w:rsid w:val="00660E51"/>
    <w:rsid w:val="00661BAA"/>
    <w:rsid w:val="00666BE2"/>
    <w:rsid w:val="00671DA3"/>
    <w:rsid w:val="00672C9B"/>
    <w:rsid w:val="00672FB6"/>
    <w:rsid w:val="006730E5"/>
    <w:rsid w:val="00674809"/>
    <w:rsid w:val="0067523F"/>
    <w:rsid w:val="00675FC5"/>
    <w:rsid w:val="00676556"/>
    <w:rsid w:val="006777B7"/>
    <w:rsid w:val="006822BF"/>
    <w:rsid w:val="00682A63"/>
    <w:rsid w:val="006833C4"/>
    <w:rsid w:val="00683A01"/>
    <w:rsid w:val="00683EB7"/>
    <w:rsid w:val="00685A29"/>
    <w:rsid w:val="00685B9A"/>
    <w:rsid w:val="00686BEC"/>
    <w:rsid w:val="00686F1D"/>
    <w:rsid w:val="006876A5"/>
    <w:rsid w:val="00687C26"/>
    <w:rsid w:val="00690055"/>
    <w:rsid w:val="00690136"/>
    <w:rsid w:val="00690C52"/>
    <w:rsid w:val="0069338A"/>
    <w:rsid w:val="006935A7"/>
    <w:rsid w:val="00694755"/>
    <w:rsid w:val="00694821"/>
    <w:rsid w:val="00695697"/>
    <w:rsid w:val="00696ED8"/>
    <w:rsid w:val="006A4042"/>
    <w:rsid w:val="006A4E3B"/>
    <w:rsid w:val="006A5483"/>
    <w:rsid w:val="006B05DD"/>
    <w:rsid w:val="006B358B"/>
    <w:rsid w:val="006B35DE"/>
    <w:rsid w:val="006B3CF1"/>
    <w:rsid w:val="006B4C3F"/>
    <w:rsid w:val="006B566E"/>
    <w:rsid w:val="006B57AD"/>
    <w:rsid w:val="006B6DC0"/>
    <w:rsid w:val="006C0D53"/>
    <w:rsid w:val="006C3B14"/>
    <w:rsid w:val="006C4403"/>
    <w:rsid w:val="006C476F"/>
    <w:rsid w:val="006C69CB"/>
    <w:rsid w:val="006C6B65"/>
    <w:rsid w:val="006C78D3"/>
    <w:rsid w:val="006D1102"/>
    <w:rsid w:val="006D1A90"/>
    <w:rsid w:val="006D1C55"/>
    <w:rsid w:val="006D2139"/>
    <w:rsid w:val="006D2E7D"/>
    <w:rsid w:val="006D30BA"/>
    <w:rsid w:val="006D53CD"/>
    <w:rsid w:val="006D6950"/>
    <w:rsid w:val="006D75AE"/>
    <w:rsid w:val="006D7D7E"/>
    <w:rsid w:val="006E0844"/>
    <w:rsid w:val="006E1B5B"/>
    <w:rsid w:val="006E1EE5"/>
    <w:rsid w:val="006E1FC2"/>
    <w:rsid w:val="006E25D7"/>
    <w:rsid w:val="006E5F67"/>
    <w:rsid w:val="006E64BA"/>
    <w:rsid w:val="006F1E6C"/>
    <w:rsid w:val="006F21DF"/>
    <w:rsid w:val="006F2BA0"/>
    <w:rsid w:val="006F3BA7"/>
    <w:rsid w:val="006F4964"/>
    <w:rsid w:val="006F58FD"/>
    <w:rsid w:val="006F5F9C"/>
    <w:rsid w:val="00704C92"/>
    <w:rsid w:val="00705050"/>
    <w:rsid w:val="007050FD"/>
    <w:rsid w:val="007055E4"/>
    <w:rsid w:val="00706974"/>
    <w:rsid w:val="007078F4"/>
    <w:rsid w:val="007079A2"/>
    <w:rsid w:val="00712B31"/>
    <w:rsid w:val="00713B51"/>
    <w:rsid w:val="0071483E"/>
    <w:rsid w:val="00715FAE"/>
    <w:rsid w:val="00717A3B"/>
    <w:rsid w:val="00720CA0"/>
    <w:rsid w:val="0072146C"/>
    <w:rsid w:val="007229F3"/>
    <w:rsid w:val="00724936"/>
    <w:rsid w:val="00727614"/>
    <w:rsid w:val="0072778E"/>
    <w:rsid w:val="007315A7"/>
    <w:rsid w:val="007342F9"/>
    <w:rsid w:val="00734D67"/>
    <w:rsid w:val="00736568"/>
    <w:rsid w:val="007404F3"/>
    <w:rsid w:val="00742932"/>
    <w:rsid w:val="0074343C"/>
    <w:rsid w:val="007436C7"/>
    <w:rsid w:val="00743EC1"/>
    <w:rsid w:val="00745606"/>
    <w:rsid w:val="00746C75"/>
    <w:rsid w:val="0074727A"/>
    <w:rsid w:val="0074780B"/>
    <w:rsid w:val="0075014E"/>
    <w:rsid w:val="00752E78"/>
    <w:rsid w:val="00753114"/>
    <w:rsid w:val="00753753"/>
    <w:rsid w:val="00753A50"/>
    <w:rsid w:val="007545C0"/>
    <w:rsid w:val="00754ECE"/>
    <w:rsid w:val="0075569A"/>
    <w:rsid w:val="00755FED"/>
    <w:rsid w:val="0075786C"/>
    <w:rsid w:val="00760553"/>
    <w:rsid w:val="0076058F"/>
    <w:rsid w:val="00760AA9"/>
    <w:rsid w:val="007630F1"/>
    <w:rsid w:val="00763D05"/>
    <w:rsid w:val="007641E8"/>
    <w:rsid w:val="00765753"/>
    <w:rsid w:val="00766415"/>
    <w:rsid w:val="0076728A"/>
    <w:rsid w:val="00770A04"/>
    <w:rsid w:val="007716D5"/>
    <w:rsid w:val="007736C4"/>
    <w:rsid w:val="0077443B"/>
    <w:rsid w:val="00776A77"/>
    <w:rsid w:val="00777E2A"/>
    <w:rsid w:val="0078012D"/>
    <w:rsid w:val="00780921"/>
    <w:rsid w:val="00781428"/>
    <w:rsid w:val="00783CE5"/>
    <w:rsid w:val="00786623"/>
    <w:rsid w:val="0078730A"/>
    <w:rsid w:val="00787BE1"/>
    <w:rsid w:val="00791021"/>
    <w:rsid w:val="00791EC1"/>
    <w:rsid w:val="00793F2D"/>
    <w:rsid w:val="0079592B"/>
    <w:rsid w:val="007A06F0"/>
    <w:rsid w:val="007A2B62"/>
    <w:rsid w:val="007A3591"/>
    <w:rsid w:val="007A447B"/>
    <w:rsid w:val="007A4689"/>
    <w:rsid w:val="007A57CF"/>
    <w:rsid w:val="007A6522"/>
    <w:rsid w:val="007A735D"/>
    <w:rsid w:val="007B28CC"/>
    <w:rsid w:val="007B3018"/>
    <w:rsid w:val="007B3C93"/>
    <w:rsid w:val="007B7AE4"/>
    <w:rsid w:val="007B7B66"/>
    <w:rsid w:val="007C0996"/>
    <w:rsid w:val="007C1DCC"/>
    <w:rsid w:val="007C60CC"/>
    <w:rsid w:val="007C67FB"/>
    <w:rsid w:val="007C6C90"/>
    <w:rsid w:val="007C6D85"/>
    <w:rsid w:val="007C7594"/>
    <w:rsid w:val="007C7A09"/>
    <w:rsid w:val="007D02AB"/>
    <w:rsid w:val="007D0E80"/>
    <w:rsid w:val="007D143A"/>
    <w:rsid w:val="007D2A65"/>
    <w:rsid w:val="007D34B0"/>
    <w:rsid w:val="007D3E1C"/>
    <w:rsid w:val="007D6178"/>
    <w:rsid w:val="007D63E6"/>
    <w:rsid w:val="007D641B"/>
    <w:rsid w:val="007D6FD3"/>
    <w:rsid w:val="007D7343"/>
    <w:rsid w:val="007E0021"/>
    <w:rsid w:val="007E0D3D"/>
    <w:rsid w:val="007E29B8"/>
    <w:rsid w:val="007E356E"/>
    <w:rsid w:val="007E474B"/>
    <w:rsid w:val="007E753B"/>
    <w:rsid w:val="007F153C"/>
    <w:rsid w:val="007F1E20"/>
    <w:rsid w:val="007F2446"/>
    <w:rsid w:val="007F2CBD"/>
    <w:rsid w:val="007F669E"/>
    <w:rsid w:val="007F69C2"/>
    <w:rsid w:val="007F77DB"/>
    <w:rsid w:val="007F7BDE"/>
    <w:rsid w:val="007F7DDF"/>
    <w:rsid w:val="007F7DEB"/>
    <w:rsid w:val="007F7FFA"/>
    <w:rsid w:val="00802741"/>
    <w:rsid w:val="00802AF1"/>
    <w:rsid w:val="008036ED"/>
    <w:rsid w:val="008039E6"/>
    <w:rsid w:val="0080484A"/>
    <w:rsid w:val="00804D48"/>
    <w:rsid w:val="00807CDD"/>
    <w:rsid w:val="008103C8"/>
    <w:rsid w:val="00811003"/>
    <w:rsid w:val="00811423"/>
    <w:rsid w:val="008129D9"/>
    <w:rsid w:val="00812B80"/>
    <w:rsid w:val="00813903"/>
    <w:rsid w:val="00813CAB"/>
    <w:rsid w:val="00814372"/>
    <w:rsid w:val="008153E7"/>
    <w:rsid w:val="008170C2"/>
    <w:rsid w:val="00817154"/>
    <w:rsid w:val="008177C3"/>
    <w:rsid w:val="00817975"/>
    <w:rsid w:val="00822158"/>
    <w:rsid w:val="00822C64"/>
    <w:rsid w:val="00822EDC"/>
    <w:rsid w:val="0082349C"/>
    <w:rsid w:val="008254AD"/>
    <w:rsid w:val="00825DF2"/>
    <w:rsid w:val="00826C7D"/>
    <w:rsid w:val="008301A5"/>
    <w:rsid w:val="00831DEC"/>
    <w:rsid w:val="00832412"/>
    <w:rsid w:val="00832B2A"/>
    <w:rsid w:val="00832EFC"/>
    <w:rsid w:val="00833599"/>
    <w:rsid w:val="00834A98"/>
    <w:rsid w:val="008361F7"/>
    <w:rsid w:val="00840BE3"/>
    <w:rsid w:val="00840DF6"/>
    <w:rsid w:val="00841E80"/>
    <w:rsid w:val="00842DC5"/>
    <w:rsid w:val="00844631"/>
    <w:rsid w:val="0084704C"/>
    <w:rsid w:val="008477F2"/>
    <w:rsid w:val="00847A4D"/>
    <w:rsid w:val="00847ACB"/>
    <w:rsid w:val="00850698"/>
    <w:rsid w:val="00850A4B"/>
    <w:rsid w:val="00850C0C"/>
    <w:rsid w:val="00854922"/>
    <w:rsid w:val="00855D0A"/>
    <w:rsid w:val="008623B1"/>
    <w:rsid w:val="008628B2"/>
    <w:rsid w:val="008641D0"/>
    <w:rsid w:val="00864626"/>
    <w:rsid w:val="008660E0"/>
    <w:rsid w:val="00866172"/>
    <w:rsid w:val="00866967"/>
    <w:rsid w:val="00867318"/>
    <w:rsid w:val="008708A5"/>
    <w:rsid w:val="00872A2C"/>
    <w:rsid w:val="00872D15"/>
    <w:rsid w:val="00874797"/>
    <w:rsid w:val="00874DB7"/>
    <w:rsid w:val="008765F8"/>
    <w:rsid w:val="00876D90"/>
    <w:rsid w:val="00877237"/>
    <w:rsid w:val="008776B9"/>
    <w:rsid w:val="008800BC"/>
    <w:rsid w:val="00881DBD"/>
    <w:rsid w:val="0088250A"/>
    <w:rsid w:val="00882E5E"/>
    <w:rsid w:val="00884073"/>
    <w:rsid w:val="008845ED"/>
    <w:rsid w:val="00885638"/>
    <w:rsid w:val="0088600A"/>
    <w:rsid w:val="00887485"/>
    <w:rsid w:val="00887A9B"/>
    <w:rsid w:val="008920C8"/>
    <w:rsid w:val="008921C1"/>
    <w:rsid w:val="00893AED"/>
    <w:rsid w:val="0089435D"/>
    <w:rsid w:val="008949E9"/>
    <w:rsid w:val="00894EF1"/>
    <w:rsid w:val="00897258"/>
    <w:rsid w:val="00897740"/>
    <w:rsid w:val="008A0109"/>
    <w:rsid w:val="008A010D"/>
    <w:rsid w:val="008A0165"/>
    <w:rsid w:val="008A2ED1"/>
    <w:rsid w:val="008A3109"/>
    <w:rsid w:val="008A45B6"/>
    <w:rsid w:val="008A4C2D"/>
    <w:rsid w:val="008A598D"/>
    <w:rsid w:val="008A7900"/>
    <w:rsid w:val="008A7CA2"/>
    <w:rsid w:val="008B04A8"/>
    <w:rsid w:val="008B2584"/>
    <w:rsid w:val="008B2BDB"/>
    <w:rsid w:val="008B3BB3"/>
    <w:rsid w:val="008B5BC0"/>
    <w:rsid w:val="008B6022"/>
    <w:rsid w:val="008B7823"/>
    <w:rsid w:val="008B7A87"/>
    <w:rsid w:val="008C15F9"/>
    <w:rsid w:val="008C2C06"/>
    <w:rsid w:val="008C3730"/>
    <w:rsid w:val="008C37E9"/>
    <w:rsid w:val="008C5510"/>
    <w:rsid w:val="008C5599"/>
    <w:rsid w:val="008C5A06"/>
    <w:rsid w:val="008C730A"/>
    <w:rsid w:val="008C7F58"/>
    <w:rsid w:val="008D1FAB"/>
    <w:rsid w:val="008D2D13"/>
    <w:rsid w:val="008D4184"/>
    <w:rsid w:val="008D4A76"/>
    <w:rsid w:val="008D55AF"/>
    <w:rsid w:val="008D5A54"/>
    <w:rsid w:val="008E028D"/>
    <w:rsid w:val="008E0635"/>
    <w:rsid w:val="008E0FE9"/>
    <w:rsid w:val="008E1ED8"/>
    <w:rsid w:val="008E342D"/>
    <w:rsid w:val="008E43AA"/>
    <w:rsid w:val="008F0E08"/>
    <w:rsid w:val="008F18FE"/>
    <w:rsid w:val="008F5413"/>
    <w:rsid w:val="008F6B20"/>
    <w:rsid w:val="008F7D0F"/>
    <w:rsid w:val="008F7EDB"/>
    <w:rsid w:val="0090070D"/>
    <w:rsid w:val="00900F43"/>
    <w:rsid w:val="00901168"/>
    <w:rsid w:val="00901B28"/>
    <w:rsid w:val="009028C9"/>
    <w:rsid w:val="00902B17"/>
    <w:rsid w:val="00903158"/>
    <w:rsid w:val="00903A5D"/>
    <w:rsid w:val="00903C03"/>
    <w:rsid w:val="009045F8"/>
    <w:rsid w:val="00906B2E"/>
    <w:rsid w:val="0090786B"/>
    <w:rsid w:val="00907CB1"/>
    <w:rsid w:val="00910DC2"/>
    <w:rsid w:val="009130E3"/>
    <w:rsid w:val="00913DCD"/>
    <w:rsid w:val="009163D2"/>
    <w:rsid w:val="00916C31"/>
    <w:rsid w:val="00922BE8"/>
    <w:rsid w:val="00925165"/>
    <w:rsid w:val="009255BB"/>
    <w:rsid w:val="00926186"/>
    <w:rsid w:val="009268BB"/>
    <w:rsid w:val="00926BF4"/>
    <w:rsid w:val="009272A5"/>
    <w:rsid w:val="009274D9"/>
    <w:rsid w:val="0092799A"/>
    <w:rsid w:val="00927BC7"/>
    <w:rsid w:val="00930264"/>
    <w:rsid w:val="0093142A"/>
    <w:rsid w:val="00935995"/>
    <w:rsid w:val="00937794"/>
    <w:rsid w:val="009414DD"/>
    <w:rsid w:val="00941994"/>
    <w:rsid w:val="00941BC5"/>
    <w:rsid w:val="0094325C"/>
    <w:rsid w:val="0094442D"/>
    <w:rsid w:val="009501FB"/>
    <w:rsid w:val="009506F2"/>
    <w:rsid w:val="0095091F"/>
    <w:rsid w:val="00952446"/>
    <w:rsid w:val="00952B87"/>
    <w:rsid w:val="00954FA1"/>
    <w:rsid w:val="009554AD"/>
    <w:rsid w:val="00955E60"/>
    <w:rsid w:val="00956422"/>
    <w:rsid w:val="0095669F"/>
    <w:rsid w:val="00956A9C"/>
    <w:rsid w:val="00960D0F"/>
    <w:rsid w:val="00962261"/>
    <w:rsid w:val="00962847"/>
    <w:rsid w:val="00965789"/>
    <w:rsid w:val="009675EF"/>
    <w:rsid w:val="0096794C"/>
    <w:rsid w:val="0097002F"/>
    <w:rsid w:val="00970061"/>
    <w:rsid w:val="00970612"/>
    <w:rsid w:val="00972146"/>
    <w:rsid w:val="009738CA"/>
    <w:rsid w:val="00973973"/>
    <w:rsid w:val="00973E40"/>
    <w:rsid w:val="009752AB"/>
    <w:rsid w:val="00977591"/>
    <w:rsid w:val="00977F0C"/>
    <w:rsid w:val="0098279F"/>
    <w:rsid w:val="00982CC0"/>
    <w:rsid w:val="00983F95"/>
    <w:rsid w:val="00984CF6"/>
    <w:rsid w:val="009850DF"/>
    <w:rsid w:val="00985D49"/>
    <w:rsid w:val="00985F9F"/>
    <w:rsid w:val="0098790E"/>
    <w:rsid w:val="0098793B"/>
    <w:rsid w:val="009913C3"/>
    <w:rsid w:val="009914EB"/>
    <w:rsid w:val="0099430A"/>
    <w:rsid w:val="009A0050"/>
    <w:rsid w:val="009A023C"/>
    <w:rsid w:val="009A1AD9"/>
    <w:rsid w:val="009A3147"/>
    <w:rsid w:val="009A3188"/>
    <w:rsid w:val="009A3508"/>
    <w:rsid w:val="009A4511"/>
    <w:rsid w:val="009A6A8C"/>
    <w:rsid w:val="009B08DC"/>
    <w:rsid w:val="009B0AE6"/>
    <w:rsid w:val="009B0E56"/>
    <w:rsid w:val="009B0F79"/>
    <w:rsid w:val="009B186A"/>
    <w:rsid w:val="009B1C21"/>
    <w:rsid w:val="009B2E63"/>
    <w:rsid w:val="009B4086"/>
    <w:rsid w:val="009B5B73"/>
    <w:rsid w:val="009C13D7"/>
    <w:rsid w:val="009C4AB4"/>
    <w:rsid w:val="009C60B9"/>
    <w:rsid w:val="009C74EA"/>
    <w:rsid w:val="009C7B48"/>
    <w:rsid w:val="009D0F26"/>
    <w:rsid w:val="009D1B97"/>
    <w:rsid w:val="009D4C8E"/>
    <w:rsid w:val="009D623D"/>
    <w:rsid w:val="009D6381"/>
    <w:rsid w:val="009D7A9F"/>
    <w:rsid w:val="009E1C39"/>
    <w:rsid w:val="009E2183"/>
    <w:rsid w:val="009E30D9"/>
    <w:rsid w:val="009E56F1"/>
    <w:rsid w:val="009E57AB"/>
    <w:rsid w:val="009E69D8"/>
    <w:rsid w:val="009E729F"/>
    <w:rsid w:val="009E7550"/>
    <w:rsid w:val="009F06C5"/>
    <w:rsid w:val="009F06DC"/>
    <w:rsid w:val="009F0F24"/>
    <w:rsid w:val="009F21DB"/>
    <w:rsid w:val="009F2262"/>
    <w:rsid w:val="009F285E"/>
    <w:rsid w:val="009F32F3"/>
    <w:rsid w:val="009F55B3"/>
    <w:rsid w:val="009F69DF"/>
    <w:rsid w:val="009F7D2C"/>
    <w:rsid w:val="00A00705"/>
    <w:rsid w:val="00A0145A"/>
    <w:rsid w:val="00A02235"/>
    <w:rsid w:val="00A02412"/>
    <w:rsid w:val="00A02862"/>
    <w:rsid w:val="00A03B96"/>
    <w:rsid w:val="00A055CD"/>
    <w:rsid w:val="00A0630A"/>
    <w:rsid w:val="00A072B7"/>
    <w:rsid w:val="00A0770F"/>
    <w:rsid w:val="00A130C4"/>
    <w:rsid w:val="00A14BCA"/>
    <w:rsid w:val="00A156C9"/>
    <w:rsid w:val="00A15C58"/>
    <w:rsid w:val="00A16F52"/>
    <w:rsid w:val="00A17520"/>
    <w:rsid w:val="00A2038C"/>
    <w:rsid w:val="00A20EB0"/>
    <w:rsid w:val="00A213BC"/>
    <w:rsid w:val="00A2724D"/>
    <w:rsid w:val="00A3007D"/>
    <w:rsid w:val="00A30877"/>
    <w:rsid w:val="00A30AB7"/>
    <w:rsid w:val="00A31895"/>
    <w:rsid w:val="00A35426"/>
    <w:rsid w:val="00A36CD3"/>
    <w:rsid w:val="00A41F32"/>
    <w:rsid w:val="00A4200E"/>
    <w:rsid w:val="00A425C5"/>
    <w:rsid w:val="00A43D1E"/>
    <w:rsid w:val="00A44767"/>
    <w:rsid w:val="00A456A8"/>
    <w:rsid w:val="00A46369"/>
    <w:rsid w:val="00A47C1D"/>
    <w:rsid w:val="00A503CF"/>
    <w:rsid w:val="00A5048C"/>
    <w:rsid w:val="00A54EA6"/>
    <w:rsid w:val="00A55330"/>
    <w:rsid w:val="00A6041C"/>
    <w:rsid w:val="00A61B3D"/>
    <w:rsid w:val="00A61FDE"/>
    <w:rsid w:val="00A62CB6"/>
    <w:rsid w:val="00A65670"/>
    <w:rsid w:val="00A719C6"/>
    <w:rsid w:val="00A72774"/>
    <w:rsid w:val="00A7459A"/>
    <w:rsid w:val="00A76C59"/>
    <w:rsid w:val="00A77232"/>
    <w:rsid w:val="00A774AE"/>
    <w:rsid w:val="00A81C83"/>
    <w:rsid w:val="00A83DBB"/>
    <w:rsid w:val="00A84B30"/>
    <w:rsid w:val="00A91DF6"/>
    <w:rsid w:val="00A93C48"/>
    <w:rsid w:val="00A951FE"/>
    <w:rsid w:val="00A96F6C"/>
    <w:rsid w:val="00A97765"/>
    <w:rsid w:val="00A97EAA"/>
    <w:rsid w:val="00AA2981"/>
    <w:rsid w:val="00AA392B"/>
    <w:rsid w:val="00AA712B"/>
    <w:rsid w:val="00AA7D8B"/>
    <w:rsid w:val="00AB57CD"/>
    <w:rsid w:val="00AB70BA"/>
    <w:rsid w:val="00AC0494"/>
    <w:rsid w:val="00AC1B3A"/>
    <w:rsid w:val="00AC1D37"/>
    <w:rsid w:val="00AC1E31"/>
    <w:rsid w:val="00AC1EE2"/>
    <w:rsid w:val="00AC3353"/>
    <w:rsid w:val="00AC37E9"/>
    <w:rsid w:val="00AC3EB0"/>
    <w:rsid w:val="00AC5061"/>
    <w:rsid w:val="00AC527C"/>
    <w:rsid w:val="00AC5D08"/>
    <w:rsid w:val="00AC6843"/>
    <w:rsid w:val="00AC7410"/>
    <w:rsid w:val="00AC78BB"/>
    <w:rsid w:val="00AC7C1A"/>
    <w:rsid w:val="00AC7FA1"/>
    <w:rsid w:val="00AD0853"/>
    <w:rsid w:val="00AD141E"/>
    <w:rsid w:val="00AD49E9"/>
    <w:rsid w:val="00AD77E7"/>
    <w:rsid w:val="00AD7B51"/>
    <w:rsid w:val="00AE038E"/>
    <w:rsid w:val="00AE107A"/>
    <w:rsid w:val="00AE2492"/>
    <w:rsid w:val="00AE34A4"/>
    <w:rsid w:val="00AE473E"/>
    <w:rsid w:val="00AE5BB8"/>
    <w:rsid w:val="00AE7386"/>
    <w:rsid w:val="00AF0588"/>
    <w:rsid w:val="00AF1114"/>
    <w:rsid w:val="00AF34B3"/>
    <w:rsid w:val="00AF44E5"/>
    <w:rsid w:val="00B00858"/>
    <w:rsid w:val="00B01C98"/>
    <w:rsid w:val="00B0391D"/>
    <w:rsid w:val="00B12258"/>
    <w:rsid w:val="00B14110"/>
    <w:rsid w:val="00B15134"/>
    <w:rsid w:val="00B1624A"/>
    <w:rsid w:val="00B178EA"/>
    <w:rsid w:val="00B2173B"/>
    <w:rsid w:val="00B2462B"/>
    <w:rsid w:val="00B252A1"/>
    <w:rsid w:val="00B25E0A"/>
    <w:rsid w:val="00B26707"/>
    <w:rsid w:val="00B278A7"/>
    <w:rsid w:val="00B27B75"/>
    <w:rsid w:val="00B3088B"/>
    <w:rsid w:val="00B31188"/>
    <w:rsid w:val="00B33246"/>
    <w:rsid w:val="00B3477D"/>
    <w:rsid w:val="00B34BAB"/>
    <w:rsid w:val="00B356CB"/>
    <w:rsid w:val="00B35A6C"/>
    <w:rsid w:val="00B409A1"/>
    <w:rsid w:val="00B40FCE"/>
    <w:rsid w:val="00B4154E"/>
    <w:rsid w:val="00B44C83"/>
    <w:rsid w:val="00B452FE"/>
    <w:rsid w:val="00B46130"/>
    <w:rsid w:val="00B47654"/>
    <w:rsid w:val="00B47A3C"/>
    <w:rsid w:val="00B509D0"/>
    <w:rsid w:val="00B50B17"/>
    <w:rsid w:val="00B51443"/>
    <w:rsid w:val="00B530BE"/>
    <w:rsid w:val="00B54130"/>
    <w:rsid w:val="00B542BE"/>
    <w:rsid w:val="00B54BBF"/>
    <w:rsid w:val="00B57958"/>
    <w:rsid w:val="00B579FC"/>
    <w:rsid w:val="00B6027D"/>
    <w:rsid w:val="00B61F18"/>
    <w:rsid w:val="00B63325"/>
    <w:rsid w:val="00B64516"/>
    <w:rsid w:val="00B64F0D"/>
    <w:rsid w:val="00B651E8"/>
    <w:rsid w:val="00B6594B"/>
    <w:rsid w:val="00B65F41"/>
    <w:rsid w:val="00B70FCA"/>
    <w:rsid w:val="00B7247C"/>
    <w:rsid w:val="00B73AF6"/>
    <w:rsid w:val="00B74555"/>
    <w:rsid w:val="00B75097"/>
    <w:rsid w:val="00B77FA4"/>
    <w:rsid w:val="00B801C2"/>
    <w:rsid w:val="00B80253"/>
    <w:rsid w:val="00B8029B"/>
    <w:rsid w:val="00B802A9"/>
    <w:rsid w:val="00B8141D"/>
    <w:rsid w:val="00B81B1B"/>
    <w:rsid w:val="00B82BB8"/>
    <w:rsid w:val="00B83369"/>
    <w:rsid w:val="00B8451D"/>
    <w:rsid w:val="00B84582"/>
    <w:rsid w:val="00B84C53"/>
    <w:rsid w:val="00B868E7"/>
    <w:rsid w:val="00B874BF"/>
    <w:rsid w:val="00B90232"/>
    <w:rsid w:val="00B91832"/>
    <w:rsid w:val="00B9223D"/>
    <w:rsid w:val="00B92FCF"/>
    <w:rsid w:val="00B93151"/>
    <w:rsid w:val="00B963B2"/>
    <w:rsid w:val="00B97025"/>
    <w:rsid w:val="00B97734"/>
    <w:rsid w:val="00B97CB5"/>
    <w:rsid w:val="00B97F88"/>
    <w:rsid w:val="00BA0395"/>
    <w:rsid w:val="00BA36DE"/>
    <w:rsid w:val="00BA5514"/>
    <w:rsid w:val="00BB1E86"/>
    <w:rsid w:val="00BB28D4"/>
    <w:rsid w:val="00BB34E2"/>
    <w:rsid w:val="00BB4B7F"/>
    <w:rsid w:val="00BB54A4"/>
    <w:rsid w:val="00BB572A"/>
    <w:rsid w:val="00BB57B8"/>
    <w:rsid w:val="00BB7C5C"/>
    <w:rsid w:val="00BC00D1"/>
    <w:rsid w:val="00BC114A"/>
    <w:rsid w:val="00BC2676"/>
    <w:rsid w:val="00BC3E35"/>
    <w:rsid w:val="00BC45F5"/>
    <w:rsid w:val="00BC6215"/>
    <w:rsid w:val="00BD14D2"/>
    <w:rsid w:val="00BD1A3E"/>
    <w:rsid w:val="00BD2D6E"/>
    <w:rsid w:val="00BD3312"/>
    <w:rsid w:val="00BD3C10"/>
    <w:rsid w:val="00BD6EB1"/>
    <w:rsid w:val="00BD7368"/>
    <w:rsid w:val="00BD7B00"/>
    <w:rsid w:val="00BD7C13"/>
    <w:rsid w:val="00BD7CE2"/>
    <w:rsid w:val="00BD7E70"/>
    <w:rsid w:val="00BE1BFD"/>
    <w:rsid w:val="00BE1C4F"/>
    <w:rsid w:val="00BE1E59"/>
    <w:rsid w:val="00BE5591"/>
    <w:rsid w:val="00BF0FDF"/>
    <w:rsid w:val="00BF1BE4"/>
    <w:rsid w:val="00BF2399"/>
    <w:rsid w:val="00BF4074"/>
    <w:rsid w:val="00BF63A6"/>
    <w:rsid w:val="00BF7972"/>
    <w:rsid w:val="00C0024F"/>
    <w:rsid w:val="00C0395E"/>
    <w:rsid w:val="00C05AB0"/>
    <w:rsid w:val="00C05C87"/>
    <w:rsid w:val="00C078EF"/>
    <w:rsid w:val="00C07AE4"/>
    <w:rsid w:val="00C07EBA"/>
    <w:rsid w:val="00C11AA7"/>
    <w:rsid w:val="00C127D0"/>
    <w:rsid w:val="00C12A7E"/>
    <w:rsid w:val="00C131E5"/>
    <w:rsid w:val="00C14F0A"/>
    <w:rsid w:val="00C15892"/>
    <w:rsid w:val="00C17D75"/>
    <w:rsid w:val="00C20DF0"/>
    <w:rsid w:val="00C21A1C"/>
    <w:rsid w:val="00C22350"/>
    <w:rsid w:val="00C23506"/>
    <w:rsid w:val="00C24090"/>
    <w:rsid w:val="00C24C51"/>
    <w:rsid w:val="00C25340"/>
    <w:rsid w:val="00C264D2"/>
    <w:rsid w:val="00C27918"/>
    <w:rsid w:val="00C27D5D"/>
    <w:rsid w:val="00C27F16"/>
    <w:rsid w:val="00C310B7"/>
    <w:rsid w:val="00C31454"/>
    <w:rsid w:val="00C32100"/>
    <w:rsid w:val="00C35150"/>
    <w:rsid w:val="00C3641E"/>
    <w:rsid w:val="00C40E18"/>
    <w:rsid w:val="00C4121D"/>
    <w:rsid w:val="00C413CA"/>
    <w:rsid w:val="00C41B9F"/>
    <w:rsid w:val="00C4202B"/>
    <w:rsid w:val="00C42142"/>
    <w:rsid w:val="00C432A3"/>
    <w:rsid w:val="00C449BA"/>
    <w:rsid w:val="00C4681E"/>
    <w:rsid w:val="00C50019"/>
    <w:rsid w:val="00C506B8"/>
    <w:rsid w:val="00C54089"/>
    <w:rsid w:val="00C6026E"/>
    <w:rsid w:val="00C6246E"/>
    <w:rsid w:val="00C62DF3"/>
    <w:rsid w:val="00C642C1"/>
    <w:rsid w:val="00C645B9"/>
    <w:rsid w:val="00C65E31"/>
    <w:rsid w:val="00C66BA8"/>
    <w:rsid w:val="00C676CC"/>
    <w:rsid w:val="00C67B55"/>
    <w:rsid w:val="00C704D4"/>
    <w:rsid w:val="00C729D3"/>
    <w:rsid w:val="00C73E0C"/>
    <w:rsid w:val="00C76192"/>
    <w:rsid w:val="00C76587"/>
    <w:rsid w:val="00C76745"/>
    <w:rsid w:val="00C76EBF"/>
    <w:rsid w:val="00C770E3"/>
    <w:rsid w:val="00C80F49"/>
    <w:rsid w:val="00C80FFB"/>
    <w:rsid w:val="00C8119E"/>
    <w:rsid w:val="00C825FB"/>
    <w:rsid w:val="00C827AD"/>
    <w:rsid w:val="00C8475D"/>
    <w:rsid w:val="00C8508C"/>
    <w:rsid w:val="00C87742"/>
    <w:rsid w:val="00C90988"/>
    <w:rsid w:val="00C9109F"/>
    <w:rsid w:val="00C91306"/>
    <w:rsid w:val="00C92124"/>
    <w:rsid w:val="00C922C6"/>
    <w:rsid w:val="00C954CC"/>
    <w:rsid w:val="00C9588F"/>
    <w:rsid w:val="00C95936"/>
    <w:rsid w:val="00C96110"/>
    <w:rsid w:val="00C96563"/>
    <w:rsid w:val="00CA050B"/>
    <w:rsid w:val="00CA36C4"/>
    <w:rsid w:val="00CA3F39"/>
    <w:rsid w:val="00CA46AD"/>
    <w:rsid w:val="00CA4A00"/>
    <w:rsid w:val="00CA4BA3"/>
    <w:rsid w:val="00CA676C"/>
    <w:rsid w:val="00CA7270"/>
    <w:rsid w:val="00CA764E"/>
    <w:rsid w:val="00CA7AED"/>
    <w:rsid w:val="00CA7CB1"/>
    <w:rsid w:val="00CB1CBE"/>
    <w:rsid w:val="00CB20A4"/>
    <w:rsid w:val="00CB28AA"/>
    <w:rsid w:val="00CB2924"/>
    <w:rsid w:val="00CB2F97"/>
    <w:rsid w:val="00CB30D4"/>
    <w:rsid w:val="00CB3CD3"/>
    <w:rsid w:val="00CB557A"/>
    <w:rsid w:val="00CB6451"/>
    <w:rsid w:val="00CC16A4"/>
    <w:rsid w:val="00CC36D6"/>
    <w:rsid w:val="00CC3E70"/>
    <w:rsid w:val="00CC553A"/>
    <w:rsid w:val="00CC5A8E"/>
    <w:rsid w:val="00CC5B1B"/>
    <w:rsid w:val="00CC5E99"/>
    <w:rsid w:val="00CC6348"/>
    <w:rsid w:val="00CC63E0"/>
    <w:rsid w:val="00CD215E"/>
    <w:rsid w:val="00CD2461"/>
    <w:rsid w:val="00CD4B71"/>
    <w:rsid w:val="00CD4E68"/>
    <w:rsid w:val="00CD74BB"/>
    <w:rsid w:val="00CE09F0"/>
    <w:rsid w:val="00CE0A9F"/>
    <w:rsid w:val="00CE0F86"/>
    <w:rsid w:val="00CE0FF9"/>
    <w:rsid w:val="00CE2982"/>
    <w:rsid w:val="00CE2998"/>
    <w:rsid w:val="00CE3616"/>
    <w:rsid w:val="00CE38B6"/>
    <w:rsid w:val="00CE3C9F"/>
    <w:rsid w:val="00CE3F37"/>
    <w:rsid w:val="00CE404B"/>
    <w:rsid w:val="00CE4166"/>
    <w:rsid w:val="00CE4E4A"/>
    <w:rsid w:val="00CE7842"/>
    <w:rsid w:val="00CE7ACB"/>
    <w:rsid w:val="00CF00B0"/>
    <w:rsid w:val="00CF3217"/>
    <w:rsid w:val="00CF4B88"/>
    <w:rsid w:val="00CF5778"/>
    <w:rsid w:val="00CF68BB"/>
    <w:rsid w:val="00CF7EB6"/>
    <w:rsid w:val="00D00063"/>
    <w:rsid w:val="00D02F76"/>
    <w:rsid w:val="00D047D4"/>
    <w:rsid w:val="00D04FF4"/>
    <w:rsid w:val="00D05C2C"/>
    <w:rsid w:val="00D0675E"/>
    <w:rsid w:val="00D06CDC"/>
    <w:rsid w:val="00D104FF"/>
    <w:rsid w:val="00D1231E"/>
    <w:rsid w:val="00D1237A"/>
    <w:rsid w:val="00D12A7C"/>
    <w:rsid w:val="00D12AEA"/>
    <w:rsid w:val="00D12E70"/>
    <w:rsid w:val="00D12EB0"/>
    <w:rsid w:val="00D15BD9"/>
    <w:rsid w:val="00D167BD"/>
    <w:rsid w:val="00D1718D"/>
    <w:rsid w:val="00D173DA"/>
    <w:rsid w:val="00D17909"/>
    <w:rsid w:val="00D21565"/>
    <w:rsid w:val="00D26D15"/>
    <w:rsid w:val="00D32DCC"/>
    <w:rsid w:val="00D334F0"/>
    <w:rsid w:val="00D33648"/>
    <w:rsid w:val="00D33768"/>
    <w:rsid w:val="00D362B4"/>
    <w:rsid w:val="00D369E1"/>
    <w:rsid w:val="00D400CC"/>
    <w:rsid w:val="00D41486"/>
    <w:rsid w:val="00D43535"/>
    <w:rsid w:val="00D438B1"/>
    <w:rsid w:val="00D45750"/>
    <w:rsid w:val="00D52B2F"/>
    <w:rsid w:val="00D5483E"/>
    <w:rsid w:val="00D554D1"/>
    <w:rsid w:val="00D55E3E"/>
    <w:rsid w:val="00D5604B"/>
    <w:rsid w:val="00D574FB"/>
    <w:rsid w:val="00D62682"/>
    <w:rsid w:val="00D64DC0"/>
    <w:rsid w:val="00D65528"/>
    <w:rsid w:val="00D72E7F"/>
    <w:rsid w:val="00D7323F"/>
    <w:rsid w:val="00D736D9"/>
    <w:rsid w:val="00D74B0B"/>
    <w:rsid w:val="00D75DD1"/>
    <w:rsid w:val="00D8055B"/>
    <w:rsid w:val="00D806E8"/>
    <w:rsid w:val="00D830E3"/>
    <w:rsid w:val="00D846BD"/>
    <w:rsid w:val="00D84D00"/>
    <w:rsid w:val="00D85205"/>
    <w:rsid w:val="00D87158"/>
    <w:rsid w:val="00D91F65"/>
    <w:rsid w:val="00D9229D"/>
    <w:rsid w:val="00D929B5"/>
    <w:rsid w:val="00D9486B"/>
    <w:rsid w:val="00D9491B"/>
    <w:rsid w:val="00D964F4"/>
    <w:rsid w:val="00D9724C"/>
    <w:rsid w:val="00D978E3"/>
    <w:rsid w:val="00DA04FC"/>
    <w:rsid w:val="00DA1643"/>
    <w:rsid w:val="00DA1ABE"/>
    <w:rsid w:val="00DA1AE3"/>
    <w:rsid w:val="00DA1BDD"/>
    <w:rsid w:val="00DA21E8"/>
    <w:rsid w:val="00DA3309"/>
    <w:rsid w:val="00DA3A7F"/>
    <w:rsid w:val="00DA3C68"/>
    <w:rsid w:val="00DA3E12"/>
    <w:rsid w:val="00DA4345"/>
    <w:rsid w:val="00DA4479"/>
    <w:rsid w:val="00DA5693"/>
    <w:rsid w:val="00DA590B"/>
    <w:rsid w:val="00DA646E"/>
    <w:rsid w:val="00DA7CA0"/>
    <w:rsid w:val="00DA7F82"/>
    <w:rsid w:val="00DB0311"/>
    <w:rsid w:val="00DB06F2"/>
    <w:rsid w:val="00DB227B"/>
    <w:rsid w:val="00DB23A0"/>
    <w:rsid w:val="00DB5344"/>
    <w:rsid w:val="00DB6E15"/>
    <w:rsid w:val="00DC4C88"/>
    <w:rsid w:val="00DC4E9B"/>
    <w:rsid w:val="00DC5013"/>
    <w:rsid w:val="00DC56FC"/>
    <w:rsid w:val="00DC5F0D"/>
    <w:rsid w:val="00DC6213"/>
    <w:rsid w:val="00DC6FEF"/>
    <w:rsid w:val="00DC7922"/>
    <w:rsid w:val="00DD08A3"/>
    <w:rsid w:val="00DD0D5F"/>
    <w:rsid w:val="00DD17A5"/>
    <w:rsid w:val="00DD23FA"/>
    <w:rsid w:val="00DD4878"/>
    <w:rsid w:val="00DD4BE1"/>
    <w:rsid w:val="00DD5FA9"/>
    <w:rsid w:val="00DE0269"/>
    <w:rsid w:val="00DE1DFE"/>
    <w:rsid w:val="00DE1EE3"/>
    <w:rsid w:val="00DE2996"/>
    <w:rsid w:val="00DE2B8F"/>
    <w:rsid w:val="00DE3FF0"/>
    <w:rsid w:val="00DE5D49"/>
    <w:rsid w:val="00DE5DF8"/>
    <w:rsid w:val="00DE7320"/>
    <w:rsid w:val="00DF0F4E"/>
    <w:rsid w:val="00DF0F88"/>
    <w:rsid w:val="00DF3BF8"/>
    <w:rsid w:val="00DF56FC"/>
    <w:rsid w:val="00DF5E4B"/>
    <w:rsid w:val="00DF6066"/>
    <w:rsid w:val="00DF6933"/>
    <w:rsid w:val="00DF7BC5"/>
    <w:rsid w:val="00DF7CC5"/>
    <w:rsid w:val="00E01A1B"/>
    <w:rsid w:val="00E055E2"/>
    <w:rsid w:val="00E07998"/>
    <w:rsid w:val="00E10A37"/>
    <w:rsid w:val="00E10CBC"/>
    <w:rsid w:val="00E1291E"/>
    <w:rsid w:val="00E1404E"/>
    <w:rsid w:val="00E14BC1"/>
    <w:rsid w:val="00E15918"/>
    <w:rsid w:val="00E159AE"/>
    <w:rsid w:val="00E167C3"/>
    <w:rsid w:val="00E16CBF"/>
    <w:rsid w:val="00E24C95"/>
    <w:rsid w:val="00E257C4"/>
    <w:rsid w:val="00E257D8"/>
    <w:rsid w:val="00E258D4"/>
    <w:rsid w:val="00E26504"/>
    <w:rsid w:val="00E30CD0"/>
    <w:rsid w:val="00E34B74"/>
    <w:rsid w:val="00E35CE0"/>
    <w:rsid w:val="00E36394"/>
    <w:rsid w:val="00E36F53"/>
    <w:rsid w:val="00E4064A"/>
    <w:rsid w:val="00E40738"/>
    <w:rsid w:val="00E41821"/>
    <w:rsid w:val="00E41D5A"/>
    <w:rsid w:val="00E42703"/>
    <w:rsid w:val="00E4344F"/>
    <w:rsid w:val="00E44058"/>
    <w:rsid w:val="00E4431D"/>
    <w:rsid w:val="00E455AE"/>
    <w:rsid w:val="00E45DAB"/>
    <w:rsid w:val="00E469E0"/>
    <w:rsid w:val="00E504D3"/>
    <w:rsid w:val="00E5059B"/>
    <w:rsid w:val="00E53415"/>
    <w:rsid w:val="00E5351D"/>
    <w:rsid w:val="00E55C78"/>
    <w:rsid w:val="00E60D53"/>
    <w:rsid w:val="00E62485"/>
    <w:rsid w:val="00E62D00"/>
    <w:rsid w:val="00E711D5"/>
    <w:rsid w:val="00E7183D"/>
    <w:rsid w:val="00E72AFB"/>
    <w:rsid w:val="00E72D41"/>
    <w:rsid w:val="00E7351D"/>
    <w:rsid w:val="00E742ED"/>
    <w:rsid w:val="00E7644D"/>
    <w:rsid w:val="00E766AA"/>
    <w:rsid w:val="00E7721E"/>
    <w:rsid w:val="00E77857"/>
    <w:rsid w:val="00E7788E"/>
    <w:rsid w:val="00E808C2"/>
    <w:rsid w:val="00E80D1F"/>
    <w:rsid w:val="00E81403"/>
    <w:rsid w:val="00E81EB1"/>
    <w:rsid w:val="00E83918"/>
    <w:rsid w:val="00E84FC5"/>
    <w:rsid w:val="00E85718"/>
    <w:rsid w:val="00E85E51"/>
    <w:rsid w:val="00E868A7"/>
    <w:rsid w:val="00E87D06"/>
    <w:rsid w:val="00E906EB"/>
    <w:rsid w:val="00E93312"/>
    <w:rsid w:val="00E93762"/>
    <w:rsid w:val="00E95621"/>
    <w:rsid w:val="00E95623"/>
    <w:rsid w:val="00E961B9"/>
    <w:rsid w:val="00E977B0"/>
    <w:rsid w:val="00EA0BE9"/>
    <w:rsid w:val="00EA2459"/>
    <w:rsid w:val="00EA577D"/>
    <w:rsid w:val="00EB0160"/>
    <w:rsid w:val="00EB1910"/>
    <w:rsid w:val="00EB1A0E"/>
    <w:rsid w:val="00EB2803"/>
    <w:rsid w:val="00EB2AC1"/>
    <w:rsid w:val="00EB2DBE"/>
    <w:rsid w:val="00EB4294"/>
    <w:rsid w:val="00EB434E"/>
    <w:rsid w:val="00EB4626"/>
    <w:rsid w:val="00EB5296"/>
    <w:rsid w:val="00EB5E25"/>
    <w:rsid w:val="00EB6E71"/>
    <w:rsid w:val="00EB7279"/>
    <w:rsid w:val="00EC100E"/>
    <w:rsid w:val="00EC1A6F"/>
    <w:rsid w:val="00EC1BB5"/>
    <w:rsid w:val="00EC1CBB"/>
    <w:rsid w:val="00EC48B3"/>
    <w:rsid w:val="00EC4F5E"/>
    <w:rsid w:val="00EC6810"/>
    <w:rsid w:val="00ED07B7"/>
    <w:rsid w:val="00ED0E10"/>
    <w:rsid w:val="00ED1BFE"/>
    <w:rsid w:val="00ED3483"/>
    <w:rsid w:val="00ED39AD"/>
    <w:rsid w:val="00ED4A7E"/>
    <w:rsid w:val="00ED4BFE"/>
    <w:rsid w:val="00ED5F69"/>
    <w:rsid w:val="00EE0701"/>
    <w:rsid w:val="00EE14B7"/>
    <w:rsid w:val="00EE1CD2"/>
    <w:rsid w:val="00EE2840"/>
    <w:rsid w:val="00EE28D7"/>
    <w:rsid w:val="00EE3AB4"/>
    <w:rsid w:val="00EE4334"/>
    <w:rsid w:val="00EE56F5"/>
    <w:rsid w:val="00EE587F"/>
    <w:rsid w:val="00EE7A08"/>
    <w:rsid w:val="00EF0765"/>
    <w:rsid w:val="00EF1F85"/>
    <w:rsid w:val="00EF44EA"/>
    <w:rsid w:val="00EF5543"/>
    <w:rsid w:val="00F01EB5"/>
    <w:rsid w:val="00F02B49"/>
    <w:rsid w:val="00F03144"/>
    <w:rsid w:val="00F045E5"/>
    <w:rsid w:val="00F04708"/>
    <w:rsid w:val="00F049D4"/>
    <w:rsid w:val="00F06BAB"/>
    <w:rsid w:val="00F06F09"/>
    <w:rsid w:val="00F07C5B"/>
    <w:rsid w:val="00F1202C"/>
    <w:rsid w:val="00F13383"/>
    <w:rsid w:val="00F140BD"/>
    <w:rsid w:val="00F158E7"/>
    <w:rsid w:val="00F16DF3"/>
    <w:rsid w:val="00F1756E"/>
    <w:rsid w:val="00F176AD"/>
    <w:rsid w:val="00F176C6"/>
    <w:rsid w:val="00F17DFD"/>
    <w:rsid w:val="00F21E90"/>
    <w:rsid w:val="00F23DBE"/>
    <w:rsid w:val="00F249E5"/>
    <w:rsid w:val="00F24BEF"/>
    <w:rsid w:val="00F24FC3"/>
    <w:rsid w:val="00F26F29"/>
    <w:rsid w:val="00F30B2B"/>
    <w:rsid w:val="00F31864"/>
    <w:rsid w:val="00F3227F"/>
    <w:rsid w:val="00F32761"/>
    <w:rsid w:val="00F32E6C"/>
    <w:rsid w:val="00F342B5"/>
    <w:rsid w:val="00F352CA"/>
    <w:rsid w:val="00F35822"/>
    <w:rsid w:val="00F36367"/>
    <w:rsid w:val="00F4028D"/>
    <w:rsid w:val="00F418BA"/>
    <w:rsid w:val="00F42025"/>
    <w:rsid w:val="00F425C4"/>
    <w:rsid w:val="00F47A67"/>
    <w:rsid w:val="00F5199D"/>
    <w:rsid w:val="00F51D8F"/>
    <w:rsid w:val="00F53C8E"/>
    <w:rsid w:val="00F549DC"/>
    <w:rsid w:val="00F54CA5"/>
    <w:rsid w:val="00F56C37"/>
    <w:rsid w:val="00F56D42"/>
    <w:rsid w:val="00F56D7F"/>
    <w:rsid w:val="00F572D2"/>
    <w:rsid w:val="00F62502"/>
    <w:rsid w:val="00F62A56"/>
    <w:rsid w:val="00F62DCA"/>
    <w:rsid w:val="00F63091"/>
    <w:rsid w:val="00F631DA"/>
    <w:rsid w:val="00F634E9"/>
    <w:rsid w:val="00F6409C"/>
    <w:rsid w:val="00F65013"/>
    <w:rsid w:val="00F65BC9"/>
    <w:rsid w:val="00F66459"/>
    <w:rsid w:val="00F671F2"/>
    <w:rsid w:val="00F67565"/>
    <w:rsid w:val="00F71645"/>
    <w:rsid w:val="00F7263B"/>
    <w:rsid w:val="00F75A58"/>
    <w:rsid w:val="00F76147"/>
    <w:rsid w:val="00F761A2"/>
    <w:rsid w:val="00F76E44"/>
    <w:rsid w:val="00F77339"/>
    <w:rsid w:val="00F774B0"/>
    <w:rsid w:val="00F77A7A"/>
    <w:rsid w:val="00F77D62"/>
    <w:rsid w:val="00F81135"/>
    <w:rsid w:val="00F8397F"/>
    <w:rsid w:val="00F83DCB"/>
    <w:rsid w:val="00F85891"/>
    <w:rsid w:val="00F8641D"/>
    <w:rsid w:val="00F8722D"/>
    <w:rsid w:val="00F87BC0"/>
    <w:rsid w:val="00F87BFE"/>
    <w:rsid w:val="00F904A7"/>
    <w:rsid w:val="00F90D4E"/>
    <w:rsid w:val="00F91B2F"/>
    <w:rsid w:val="00F91BFE"/>
    <w:rsid w:val="00F91FB7"/>
    <w:rsid w:val="00F93246"/>
    <w:rsid w:val="00F936BB"/>
    <w:rsid w:val="00F94ED4"/>
    <w:rsid w:val="00F95389"/>
    <w:rsid w:val="00F95909"/>
    <w:rsid w:val="00FA2C8F"/>
    <w:rsid w:val="00FA3A22"/>
    <w:rsid w:val="00FA6473"/>
    <w:rsid w:val="00FA6607"/>
    <w:rsid w:val="00FA75E8"/>
    <w:rsid w:val="00FB1F47"/>
    <w:rsid w:val="00FB23F6"/>
    <w:rsid w:val="00FB278D"/>
    <w:rsid w:val="00FB2E03"/>
    <w:rsid w:val="00FB382C"/>
    <w:rsid w:val="00FB40AF"/>
    <w:rsid w:val="00FB40E5"/>
    <w:rsid w:val="00FB6C54"/>
    <w:rsid w:val="00FB7275"/>
    <w:rsid w:val="00FC06DB"/>
    <w:rsid w:val="00FC121E"/>
    <w:rsid w:val="00FC14DC"/>
    <w:rsid w:val="00FC1D5A"/>
    <w:rsid w:val="00FC1DDF"/>
    <w:rsid w:val="00FC2DFF"/>
    <w:rsid w:val="00FC37C1"/>
    <w:rsid w:val="00FC4242"/>
    <w:rsid w:val="00FC51A6"/>
    <w:rsid w:val="00FC53D2"/>
    <w:rsid w:val="00FC6379"/>
    <w:rsid w:val="00FD136A"/>
    <w:rsid w:val="00FD2162"/>
    <w:rsid w:val="00FD2BCD"/>
    <w:rsid w:val="00FD3D00"/>
    <w:rsid w:val="00FD5202"/>
    <w:rsid w:val="00FD5B24"/>
    <w:rsid w:val="00FE02E1"/>
    <w:rsid w:val="00FE1826"/>
    <w:rsid w:val="00FE20B4"/>
    <w:rsid w:val="00FE4053"/>
    <w:rsid w:val="00FE4060"/>
    <w:rsid w:val="00FE42DD"/>
    <w:rsid w:val="00FE4702"/>
    <w:rsid w:val="00FE4F65"/>
    <w:rsid w:val="00FE6FBA"/>
    <w:rsid w:val="00FE791F"/>
    <w:rsid w:val="00FF0513"/>
    <w:rsid w:val="00FF0A63"/>
    <w:rsid w:val="00FF142D"/>
    <w:rsid w:val="00FF2EB8"/>
    <w:rsid w:val="00FF38B1"/>
    <w:rsid w:val="00FF3EA6"/>
    <w:rsid w:val="00FF419A"/>
    <w:rsid w:val="00FF480C"/>
    <w:rsid w:val="00FF5546"/>
    <w:rsid w:val="00FF5B3C"/>
    <w:rsid w:val="00FF6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ED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D0E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0ED6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6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885</Words>
  <Characters>505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Пользователь Windows</cp:lastModifiedBy>
  <cp:revision>4</cp:revision>
  <dcterms:created xsi:type="dcterms:W3CDTF">2021-08-04T06:01:00Z</dcterms:created>
  <dcterms:modified xsi:type="dcterms:W3CDTF">2021-12-09T06:56:00Z</dcterms:modified>
</cp:coreProperties>
</file>